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-709" w:tblpY="-709"/>
        <w:tblW w:w="12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10"/>
      </w:tblGrid>
      <w:tr w:rsidR="002F27AA" w:rsidTr="00C05FDD">
        <w:trPr>
          <w:trHeight w:val="1260"/>
        </w:trPr>
        <w:tc>
          <w:tcPr>
            <w:tcW w:w="12210" w:type="dxa"/>
            <w:tcBorders>
              <w:top w:val="nil"/>
              <w:left w:val="nil"/>
              <w:bottom w:val="nil"/>
              <w:right w:val="nil"/>
            </w:tcBorders>
            <w:shd w:val="clear" w:color="auto" w:fill="304157" w:themeFill="text2"/>
            <w:vAlign w:val="center"/>
          </w:tcPr>
          <w:p w:rsidR="002F27AA" w:rsidRDefault="002F27AA" w:rsidP="002F27A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94D2AE" wp14:editId="7E6305F8">
                      <wp:extent cx="3909060" cy="377952"/>
                      <wp:effectExtent l="0" t="0" r="15240" b="3175"/>
                      <wp:docPr id="55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9060" cy="3779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EmergencyChar"/>
                                      <w:b/>
                                    </w:rPr>
                                    <w:id w:val="-186366995"/>
                                    <w:placeholder>
                                      <w:docPart w:val="875967E71A3D49678D580CC61F1EE301"/>
                                    </w:placeholder>
                                    <w15:appearance w15:val="hidden"/>
                                  </w:sdtPr>
                                  <w:sdtEndPr>
                                    <w:rPr>
                                      <w:rStyle w:val="TitleChar"/>
                                      <w:color w:val="000000" w:themeColor="text1"/>
                                    </w:rPr>
                                  </w:sdtEndPr>
                                  <w:sdtContent>
                                    <w:p w:rsidR="002F27AA" w:rsidRPr="00C05FDD" w:rsidRDefault="002F27AA" w:rsidP="00C05FDD">
                                      <w:pPr>
                                        <w:pStyle w:val="Emergency"/>
                                        <w:spacing w:before="100"/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 w:rsidRPr="00C05FDD"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  <w:t xml:space="preserve">Emergency Phone List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E94D2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6" o:spid="_x0000_s1026" type="#_x0000_t202" style="width:307.8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" filled="f" stroked="f">
                      <v:textbox inset=",0,0,0">
                        <w:txbxContent>
                          <w:sdt>
                            <w:sdtPr>
                              <w:rPr>
                                <w:rStyle w:val="EmergencyChar"/>
                                <w:b/>
                              </w:rPr>
                              <w:id w:val="-186366995"/>
                              <w:placeholder>
                                <w:docPart w:val="875967E71A3D49678D580CC61F1EE301"/>
                              </w:placeholder>
                              <w15:appearance w15:val="hidden"/>
                            </w:sdtPr>
                            <w:sdtEndPr>
                              <w:rPr>
                                <w:rStyle w:val="TitleChar"/>
                                <w:color w:val="000000" w:themeColor="text1"/>
                              </w:rPr>
                            </w:sdtEndPr>
                            <w:sdtContent>
                              <w:p w:rsidR="002F27AA" w:rsidRPr="00C05FDD" w:rsidRDefault="002F27AA" w:rsidP="00C05FDD">
                                <w:pPr>
                                  <w:pStyle w:val="Emergency"/>
                                  <w:spacing w:before="100"/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</w:pPr>
                                <w:r w:rsidRPr="00C05FDD"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  <w:t xml:space="preserve">Emergency Phone List </w:t>
                                </w:r>
                              </w:p>
                            </w:sdtContent>
                          </w:sdt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E8F41B" wp14:editId="7EE970C5">
                      <wp:extent cx="5729605" cy="231648"/>
                      <wp:effectExtent l="0" t="0" r="4445" b="0"/>
                      <wp:docPr id="56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9605" cy="2316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27AA" w:rsidRPr="002F27AA" w:rsidRDefault="00222ACE" w:rsidP="002F27AA">
                                  <w:pPr>
                                    <w:pStyle w:val="SchoolGradeName"/>
                                  </w:pP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1091737280"/>
                                      <w:showingPlcHdr/>
                                    </w:sdtPr>
                                    <w:sdtEndPr>
                                      <w:rPr>
                                        <w:rStyle w:val="SchoolGradeNameChar"/>
                                      </w:rPr>
                                    </w:sdtEndPr>
                                    <w:sdtContent>
                                      <w:r w:rsidR="002F27AA" w:rsidRPr="002F27AA">
                                        <w:t>School Name</w:t>
                                      </w:r>
                                    </w:sdtContent>
                                  </w:sdt>
                                  <w:r w:rsidR="002F27AA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  <w:r w:rsidR="00C05FDD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  <w:r w:rsidR="00C05FDD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-1682192359"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2F27AA" w:rsidRPr="002F27AA">
                                        <w:t>Grade</w:t>
                                      </w:r>
                                    </w:sdtContent>
                                  </w:sdt>
                                  <w:r w:rsidR="002F27AA" w:rsidRPr="002F27AA">
                                    <w:rPr>
                                      <w:rStyle w:val="SchoolGradeNameChar"/>
                                      <w:b/>
                                    </w:rPr>
                                    <w:t xml:space="preserve"> : </w:t>
                                  </w:r>
                                  <w:r w:rsidR="00C05FDD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-106510670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2F27AA" w:rsidRPr="002F27AA">
                                        <w:rPr>
                                          <w:rStyle w:val="PlaceholderText"/>
                                          <w:color w:val="FFFFFF" w:themeColor="background1"/>
                                        </w:rPr>
                                        <w:t>Teach</w:t>
                                      </w:r>
                                      <w:r w:rsidR="002F27AA" w:rsidRPr="002F27AA">
                                        <w:t>er</w:t>
                                      </w:r>
                                    </w:sdtContent>
                                  </w:sdt>
                                  <w:r w:rsidR="002F27AA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E8F41B" id="Text Box 57" o:spid="_x0000_s1027" type="#_x0000_t202" style="width:451.15pt;height:1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" filled="f" stroked="f">
                      <v:textbox inset=",0,0,0">
                        <w:txbxContent>
                          <w:p w:rsidR="002F27AA" w:rsidRPr="002F27AA" w:rsidRDefault="00222ACE" w:rsidP="002F27AA">
                            <w:pPr>
                              <w:pStyle w:val="SchoolGradeName"/>
                            </w:pP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1091737280"/>
                                <w:showingPlcHdr/>
                              </w:sdtPr>
                              <w:sdtEndPr>
                                <w:rPr>
                                  <w:rStyle w:val="SchoolGradeNameChar"/>
                                </w:rPr>
                              </w:sdtEndPr>
                              <w:sdtContent>
                                <w:r w:rsidR="002F27AA" w:rsidRPr="002F27AA">
                                  <w:t>School Name</w:t>
                                </w:r>
                              </w:sdtContent>
                            </w:sdt>
                            <w:r w:rsidR="002F27AA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  <w:r w:rsidR="00C05FDD">
                              <w:rPr>
                                <w:rStyle w:val="SchoolGradeNameChar"/>
                                <w:b/>
                              </w:rPr>
                              <w:tab/>
                              <w:t xml:space="preserve"> </w:t>
                            </w:r>
                            <w:r w:rsidR="00C05FDD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-1682192359"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2F27AA" w:rsidRPr="002F27AA">
                                  <w:t>Grade</w:t>
                                </w:r>
                              </w:sdtContent>
                            </w:sdt>
                            <w:r w:rsidR="002F27AA" w:rsidRPr="002F27AA">
                              <w:rPr>
                                <w:rStyle w:val="SchoolGradeNameChar"/>
                                <w:b/>
                              </w:rPr>
                              <w:t xml:space="preserve"> : </w:t>
                            </w:r>
                            <w:r w:rsidR="00C05FDD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-1065106704"/>
                                <w:temporary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2F27AA" w:rsidRPr="002F27AA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Teach</w:t>
                                </w:r>
                                <w:r w:rsidR="002F27AA" w:rsidRPr="002F27AA">
                                  <w:t>er</w:t>
                                </w:r>
                              </w:sdtContent>
                            </w:sdt>
                            <w:r w:rsidR="002F27AA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035987" w:rsidRPr="00035987" w:rsidRDefault="00035987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108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F568FC" w:rsidTr="00F568FC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F568FC" w:rsidRPr="002F27AA" w:rsidRDefault="00F568FC" w:rsidP="00F568FC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shd w:val="clear" w:color="auto" w:fill="FFD966" w:themeFill="accent4" w:themeFillTint="99"/>
            <w:vAlign w:val="center"/>
          </w:tcPr>
          <w:p w:rsidR="00F568FC" w:rsidRPr="002F27AA" w:rsidRDefault="00F568FC" w:rsidP="00F568F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F568FC" w:rsidTr="00F568F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F568FC" w:rsidRDefault="00222ACE" w:rsidP="00F568F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727240"/>
                <w:placeholder>
                  <w:docPart w:val="2E301B4E3E65469D8630D9C0A5479EB3"/>
                </w:placeholder>
                <w:showingPlcHdr/>
              </w:sdtPr>
              <w:sdtEndPr/>
              <w:sdtContent>
                <w:r w:rsidR="00F568F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F568FC" w:rsidRDefault="00F568FC" w:rsidP="00F568FC"/>
        </w:tc>
      </w:tr>
      <w:tr w:rsidR="00F568FC" w:rsidTr="00F568F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9821E9" wp14:editId="5359DAA9">
                      <wp:extent cx="90805" cy="90805"/>
                      <wp:effectExtent l="0" t="0" r="23495" b="23495"/>
                      <wp:docPr id="54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EB7221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HVgTbs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265844" wp14:editId="0F14FE80">
                      <wp:extent cx="90805" cy="90805"/>
                      <wp:effectExtent l="0" t="0" r="23495" b="23495"/>
                      <wp:docPr id="53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A0B215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FeEhHM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742727" wp14:editId="0A0ED4EB">
                      <wp:extent cx="90805" cy="90805"/>
                      <wp:effectExtent l="0" t="0" r="23495" b="23495"/>
                      <wp:docPr id="5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4212DB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EcNYpY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F568FC" w:rsidRDefault="00F568FC" w:rsidP="00F568FC"/>
        </w:tc>
      </w:tr>
      <w:tr w:rsidR="00F568FC" w:rsidTr="00F568F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F568FC" w:rsidRDefault="00222ACE" w:rsidP="00F568F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727244"/>
                <w:placeholder>
                  <w:docPart w:val="823611880B7D44B79FA0B8FA481A4723"/>
                </w:placeholder>
                <w:showingPlcHdr/>
              </w:sdtPr>
              <w:sdtEndPr/>
              <w:sdtContent>
                <w:r w:rsidR="00F568F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F568FC" w:rsidRDefault="00F568FC" w:rsidP="00F568FC"/>
        </w:tc>
      </w:tr>
      <w:tr w:rsidR="00F568FC" w:rsidTr="00F568F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0AF55D" wp14:editId="1D73E141">
                      <wp:extent cx="90805" cy="90805"/>
                      <wp:effectExtent l="0" t="0" r="23495" b="23495"/>
                      <wp:docPr id="50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2DEB70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ACKAIAAFI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OK4YAI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19546D2" wp14:editId="56CA8F59">
                      <wp:extent cx="90805" cy="90805"/>
                      <wp:effectExtent l="0" t="0" r="23495" b="23495"/>
                      <wp:docPr id="52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357FCA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N/AdwE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EA37DA" wp14:editId="3B6D886D">
                      <wp:extent cx="90805" cy="90805"/>
                      <wp:effectExtent l="0" t="0" r="23495" b="23495"/>
                      <wp:docPr id="49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A5AE2D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HJvtxw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F568FC" w:rsidRDefault="00F568FC" w:rsidP="00F568F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F568FC" w:rsidRDefault="00F568FC" w:rsidP="00F568FC"/>
        </w:tc>
      </w:tr>
    </w:tbl>
    <w:p w:rsidR="00C05FDD" w:rsidRDefault="00C05FDD" w:rsidP="00C05FDD">
      <w:pPr>
        <w:rPr>
          <w:sz w:val="4"/>
          <w:szCs w:val="4"/>
        </w:rPr>
      </w:pPr>
    </w:p>
    <w:p w:rsidR="00C05FDD" w:rsidRPr="00C05FDD" w:rsidRDefault="00C05FDD" w:rsidP="00C05FDD">
      <w:pPr>
        <w:rPr>
          <w:sz w:val="4"/>
          <w:szCs w:val="4"/>
        </w:rPr>
      </w:pPr>
      <w:bookmarkStart w:id="0" w:name="_GoBack"/>
      <w:bookmarkEnd w:id="0"/>
    </w:p>
    <w:p w:rsidR="00C05FDD" w:rsidRPr="00C05FDD" w:rsidRDefault="00C05FDD" w:rsidP="00C05FDD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70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D4375C" w:rsidTr="00D4375C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410035640"/>
                <w:placeholder>
                  <w:docPart w:val="B532D6FCADBF47719F067E71E8B08E96"/>
                </w:placeholder>
                <w:showingPlcHdr/>
              </w:sdtPr>
              <w:sdtEndPr/>
              <w:sdtContent>
                <w:r w:rsidR="00D4375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179C74" wp14:editId="48DA0CB2">
                      <wp:extent cx="90805" cy="90805"/>
                      <wp:effectExtent l="0" t="0" r="23495" b="23495"/>
                      <wp:docPr id="244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AC5EA4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0yxr1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025DA8F" wp14:editId="773E8E3E">
                      <wp:extent cx="90805" cy="90805"/>
                      <wp:effectExtent l="0" t="0" r="23495" b="23495"/>
                      <wp:docPr id="245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21DC78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8OLiw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5E3C8C0" wp14:editId="7E993AB3">
                      <wp:extent cx="90805" cy="90805"/>
                      <wp:effectExtent l="0" t="0" r="23495" b="23495"/>
                      <wp:docPr id="246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3C72E6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/yM1o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372736799"/>
                <w:placeholder>
                  <w:docPart w:val="386ADCA163C54ADB9DF99234CB9086BD"/>
                </w:placeholder>
                <w:showingPlcHdr/>
              </w:sdtPr>
              <w:sdtEndPr/>
              <w:sdtContent>
                <w:r w:rsidR="00D4375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FF1162">
        <w:trPr>
          <w:trHeight w:val="412"/>
        </w:trPr>
        <w:tc>
          <w:tcPr>
            <w:tcW w:w="27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6DD3C5" wp14:editId="2B621864">
                      <wp:extent cx="90805" cy="90805"/>
                      <wp:effectExtent l="0" t="0" r="23495" b="23495"/>
                      <wp:docPr id="247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710763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c/8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2n3P/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4E766A" wp14:editId="7621A249">
                      <wp:extent cx="90805" cy="90805"/>
                      <wp:effectExtent l="0" t="0" r="23495" b="23495"/>
                      <wp:docPr id="248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9A58CF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hVewD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5BCC60" wp14:editId="73BC2A1B">
                      <wp:extent cx="90805" cy="90805"/>
                      <wp:effectExtent l="0" t="0" r="23495" b="23495"/>
                      <wp:docPr id="249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4D856C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EV7+g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FF1162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714163523"/>
                <w:placeholder>
                  <w:docPart w:val="B47CFCF58B024DC89D7E3EC95CB1D599"/>
                </w:placeholder>
                <w:showingPlcHdr/>
              </w:sdtPr>
              <w:sdtEndPr/>
              <w:sdtContent>
                <w:r w:rsidR="00D4375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A84699" wp14:editId="16A90791">
                      <wp:extent cx="90805" cy="90805"/>
                      <wp:effectExtent l="0" t="0" r="23495" b="23495"/>
                      <wp:docPr id="250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9F9B03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PvQjx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94110D" wp14:editId="645F1595">
                      <wp:extent cx="90805" cy="90805"/>
                      <wp:effectExtent l="0" t="0" r="23495" b="23495"/>
                      <wp:docPr id="251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8E8BA8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HTqq0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CBEAB1" wp14:editId="5FF761EA">
                      <wp:extent cx="90805" cy="90805"/>
                      <wp:effectExtent l="0" t="0" r="23495" b="23495"/>
                      <wp:docPr id="252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DAD4B6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Evt9s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694959556"/>
                <w:placeholder>
                  <w:docPart w:val="3CA3668DFC66460386017F97C4D10242"/>
                </w:placeholder>
                <w:showingPlcHdr/>
              </w:sdtPr>
              <w:sdtEndPr/>
              <w:sdtContent>
                <w:r w:rsidR="00D4375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743124" wp14:editId="748DF177">
                      <wp:extent cx="90805" cy="90805"/>
                      <wp:effectExtent l="0" t="0" r="23495" b="23495"/>
                      <wp:docPr id="253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81B81D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hC934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7555B3" wp14:editId="2465640F">
                      <wp:extent cx="90805" cy="90805"/>
                      <wp:effectExtent l="0" t="0" r="23495" b="23495"/>
                      <wp:docPr id="254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97645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D7xQw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BC577C" wp14:editId="34750731">
                      <wp:extent cx="90805" cy="90805"/>
                      <wp:effectExtent l="0" t="0" r="23495" b="23495"/>
                      <wp:docPr id="255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71CF75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m7UeT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</w:t>
            </w:r>
            <w:r w:rsidRPr="002F27AA">
              <w:rPr>
                <w:rStyle w:val="ChildNameChar"/>
                <w:b/>
              </w:rPr>
              <w:t>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840231835"/>
                <w:placeholder>
                  <w:docPart w:val="0DA0C25DA5A14C1B8187BE864F0B27AE"/>
                </w:placeholder>
                <w:showingPlcHdr/>
              </w:sdtPr>
              <w:sdtEndPr/>
              <w:sdtContent>
                <w:r w:rsidR="00D4375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8A19FCC" wp14:editId="3B7C030B">
                      <wp:extent cx="90805" cy="90805"/>
                      <wp:effectExtent l="0" t="0" r="23495" b="23495"/>
                      <wp:docPr id="262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B70655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x/L9H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8D7DBD" wp14:editId="121D6CBE">
                      <wp:extent cx="90805" cy="90805"/>
                      <wp:effectExtent l="0" t="0" r="23495" b="23495"/>
                      <wp:docPr id="263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6C1C9A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+Q8dAi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DE16787" wp14:editId="1B4D69DB">
                      <wp:extent cx="90805" cy="90805"/>
                      <wp:effectExtent l="0" t="0" r="23495" b="23495"/>
                      <wp:docPr id="264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A8F03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2GiUs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047056837"/>
                <w:placeholder>
                  <w:docPart w:val="970B322C61094C409CCD4D5DBD666A66"/>
                </w:placeholder>
                <w:showingPlcHdr/>
              </w:sdtPr>
              <w:sdtEndPr/>
              <w:sdtContent>
                <w:r w:rsidR="00D4375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E2B8CD" wp14:editId="2BD83377">
                      <wp:extent cx="90805" cy="90805"/>
                      <wp:effectExtent l="0" t="0" r="23495" b="23495"/>
                      <wp:docPr id="265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A59756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U68nu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3B2F67" wp14:editId="19964DB9">
                      <wp:extent cx="90805" cy="90805"/>
                      <wp:effectExtent l="0" t="0" r="23495" b="23495"/>
                      <wp:docPr id="266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F78BAF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9rqOG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6307ABD" wp14:editId="7CE177E7">
                      <wp:extent cx="90805" cy="90805"/>
                      <wp:effectExtent l="0" t="0" r="23495" b="23495"/>
                      <wp:docPr id="267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498428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YrPAl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540201934"/>
                <w:placeholder>
                  <w:docPart w:val="42C71AA5F8864F38AB2A436091F33E3A"/>
                </w:placeholder>
                <w:showingPlcHdr/>
              </w:sdtPr>
              <w:sdtEndPr/>
              <w:sdtContent>
                <w:r w:rsidR="00D4375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0C1D18D" wp14:editId="5690F925">
                      <wp:extent cx="90805" cy="90805"/>
                      <wp:effectExtent l="0" t="0" r="23495" b="23495"/>
                      <wp:docPr id="268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3955D3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OwnML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2B2E213" wp14:editId="7397C060">
                      <wp:extent cx="90805" cy="90805"/>
                      <wp:effectExtent l="0" t="0" r="23495" b="23495"/>
                      <wp:docPr id="269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0ED153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GMdFO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BC1C09" wp14:editId="0E8C542C">
                      <wp:extent cx="90805" cy="90805"/>
                      <wp:effectExtent l="0" t="0" r="23495" b="23495"/>
                      <wp:docPr id="270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75C" w:rsidRDefault="00D4375C" w:rsidP="00D4375C">
                                  <w:pPr>
                                    <w:jc w:val="center"/>
                                  </w:pPr>
                                  <w:r w:rsidRPr="00D4375C">
                                    <w:t>check rectangle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BC1C09" id="Rectangle 6" o:spid="_x0000_s1028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">
                      <v:textbox>
                        <w:txbxContent>
                          <w:p w:rsidR="00D4375C" w:rsidRDefault="00D4375C" w:rsidP="00D4375C">
                            <w:pPr>
                              <w:jc w:val="center"/>
                            </w:pPr>
                            <w:r w:rsidRPr="00D4375C">
                              <w:t>check rectangle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795714895"/>
                <w:placeholder>
                  <w:docPart w:val="8D465D57B2454CB4860EB6DD284C1600"/>
                </w:placeholder>
                <w:showingPlcHdr/>
              </w:sdtPr>
              <w:sdtEndPr/>
              <w:sdtContent>
                <w:r w:rsidR="00D4375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885D9BA" wp14:editId="01FE81D3">
                      <wp:extent cx="90805" cy="90805"/>
                      <wp:effectExtent l="0" t="0" r="23495" b="23495"/>
                      <wp:docPr id="271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AFDF5B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TW8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KNk1v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C7398C" wp14:editId="44F764B0">
                      <wp:extent cx="90805" cy="90805"/>
                      <wp:effectExtent l="0" t="0" r="23495" b="23495"/>
                      <wp:docPr id="272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D661A1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G2LGC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DE8096" wp14:editId="2FF7F3BA">
                      <wp:extent cx="90805" cy="90805"/>
                      <wp:effectExtent l="0" t="0" r="23495" b="23495"/>
                      <wp:docPr id="273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A132FC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Ih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o9riIS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035987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>: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D4375C" w:rsidRPr="002F27AA" w:rsidRDefault="00D4375C" w:rsidP="00D4375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2024164777"/>
                <w:placeholder>
                  <w:docPart w:val="3D16012E72E24A3AAA9124C264C6AA42"/>
                </w:placeholder>
                <w:showingPlcHdr/>
              </w:sdtPr>
              <w:sdtEndPr/>
              <w:sdtContent>
                <w:r w:rsidR="00D4375C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4DFC5D" wp14:editId="08D754CE">
                      <wp:extent cx="90805" cy="90805"/>
                      <wp:effectExtent l="0" t="0" r="23495" b="23495"/>
                      <wp:docPr id="280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C17A7B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a7vOD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7DD0E38" wp14:editId="06775AB5">
                      <wp:extent cx="90805" cy="90805"/>
                      <wp:effectExtent l="0" t="0" r="23495" b="23495"/>
                      <wp:docPr id="281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6B2944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SHVHG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DF757F" wp14:editId="36AB5544">
                      <wp:extent cx="90805" cy="90805"/>
                      <wp:effectExtent l="0" t="0" r="23495" b="23495"/>
                      <wp:docPr id="282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465F2E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R7SQe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D4375C" w:rsidRDefault="00222ACE" w:rsidP="00D4375C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614640283"/>
                <w:placeholder>
                  <w:docPart w:val="65B3ACE9AE6B4F9F96B717D765B482C2"/>
                </w:placeholder>
                <w:showingPlcHdr/>
              </w:sdtPr>
              <w:sdtEndPr/>
              <w:sdtContent>
                <w:r w:rsidR="00D4375C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  <w:tr w:rsidR="00D4375C" w:rsidTr="00D4375C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F2DA28" wp14:editId="30A8232C">
                      <wp:extent cx="90805" cy="90805"/>
                      <wp:effectExtent l="0" t="0" r="23495" b="23495"/>
                      <wp:docPr id="283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DF854C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CaKKQIAAFM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0WCaK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D5A2561" wp14:editId="4658BE46">
                      <wp:extent cx="90805" cy="90805"/>
                      <wp:effectExtent l="0" t="0" r="23495" b="23495"/>
                      <wp:docPr id="284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BE8C45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WvO9C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885A92" wp14:editId="6B077664">
                      <wp:extent cx="90805" cy="90805"/>
                      <wp:effectExtent l="0" t="0" r="23495" b="23495"/>
                      <wp:docPr id="285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275C04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zvrzh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D4375C" w:rsidRDefault="00D4375C" w:rsidP="00D4375C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D4375C" w:rsidRDefault="00D4375C" w:rsidP="00D4375C"/>
        </w:tc>
      </w:tr>
    </w:tbl>
    <w:p w:rsidR="00035987" w:rsidRDefault="00035987" w:rsidP="00D4375C">
      <w:pPr>
        <w:rPr>
          <w:sz w:val="4"/>
          <w:szCs w:val="4"/>
        </w:rPr>
      </w:pPr>
    </w:p>
    <w:p w:rsidR="00035987" w:rsidRPr="00C05FDD" w:rsidRDefault="00035987" w:rsidP="00D4375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pPr w:leftFromText="180" w:rightFromText="180" w:vertAnchor="text" w:tblpX="-709" w:tblpY="-709"/>
        <w:tblW w:w="12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10"/>
      </w:tblGrid>
      <w:tr w:rsidR="00035987" w:rsidTr="000B0624">
        <w:trPr>
          <w:trHeight w:val="1260"/>
        </w:trPr>
        <w:tc>
          <w:tcPr>
            <w:tcW w:w="12210" w:type="dxa"/>
            <w:tcBorders>
              <w:top w:val="nil"/>
              <w:left w:val="nil"/>
              <w:bottom w:val="nil"/>
              <w:right w:val="nil"/>
            </w:tcBorders>
            <w:shd w:val="clear" w:color="auto" w:fill="304157" w:themeFill="text2"/>
            <w:vAlign w:val="center"/>
          </w:tcPr>
          <w:p w:rsidR="00035987" w:rsidRDefault="00035987" w:rsidP="000B0624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1855D4FD" wp14:editId="2FD8AEB9">
                      <wp:extent cx="3909060" cy="377952"/>
                      <wp:effectExtent l="0" t="0" r="15240" b="3175"/>
                      <wp:docPr id="1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9060" cy="3779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EmergencyChar"/>
                                      <w:b/>
                                    </w:rPr>
                                    <w:id w:val="2087335796"/>
                                    <w15:appearance w15:val="hidden"/>
                                  </w:sdtPr>
                                  <w:sdtEndPr>
                                    <w:rPr>
                                      <w:rStyle w:val="TitleChar"/>
                                      <w:color w:val="000000" w:themeColor="text1"/>
                                    </w:rPr>
                                  </w:sdtEndPr>
                                  <w:sdtContent>
                                    <w:p w:rsidR="00035987" w:rsidRPr="00C05FDD" w:rsidRDefault="00035987" w:rsidP="00035987">
                                      <w:pPr>
                                        <w:pStyle w:val="Emergency"/>
                                        <w:spacing w:before="100"/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 w:rsidRPr="00C05FDD"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  <w:t xml:space="preserve">Emergency Phone List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55D4FD" id="_x0000_s1029" type="#_x0000_t202" style="width:307.8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" filled="f" stroked="f">
                      <v:textbox inset=",0,0,0">
                        <w:txbxContent>
                          <w:sdt>
                            <w:sdtPr>
                              <w:rPr>
                                <w:rStyle w:val="EmergencyChar"/>
                                <w:b/>
                              </w:rPr>
                              <w:id w:val="2087335796"/>
                              <w15:appearance w15:val="hidden"/>
                            </w:sdtPr>
                            <w:sdtEndPr>
                              <w:rPr>
                                <w:rStyle w:val="TitleChar"/>
                                <w:color w:val="000000" w:themeColor="text1"/>
                              </w:rPr>
                            </w:sdtEndPr>
                            <w:sdtContent>
                              <w:p w:rsidR="00035987" w:rsidRPr="00C05FDD" w:rsidRDefault="00035987" w:rsidP="00035987">
                                <w:pPr>
                                  <w:pStyle w:val="Emergency"/>
                                  <w:spacing w:before="100"/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</w:pPr>
                                <w:r w:rsidRPr="00C05FDD"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  <w:t xml:space="preserve">Emergency Phone List </w:t>
                                </w:r>
                              </w:p>
                            </w:sdtContent>
                          </w:sdt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6B3CD9E" wp14:editId="5AE3FB24">
                      <wp:extent cx="5729605" cy="231648"/>
                      <wp:effectExtent l="0" t="0" r="4445" b="0"/>
                      <wp:docPr id="2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9605" cy="2316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Pr="002F27AA" w:rsidRDefault="00222ACE" w:rsidP="00035987">
                                  <w:pPr>
                                    <w:pStyle w:val="SchoolGradeName"/>
                                  </w:pP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-1495945601"/>
                                      <w:showingPlcHdr/>
                                    </w:sdtPr>
                                    <w:sdtEndPr>
                                      <w:rPr>
                                        <w:rStyle w:val="SchoolGradeNameChar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School Name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-1524931674"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Grade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 xml:space="preserve"> :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92091764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rPr>
                                          <w:rStyle w:val="PlaceholderText"/>
                                          <w:color w:val="FFFFFF" w:themeColor="background1"/>
                                        </w:rPr>
                                        <w:t>Teach</w:t>
                                      </w:r>
                                      <w:r w:rsidR="00035987" w:rsidRPr="002F27AA">
                                        <w:t>er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B3CD9E" id="_x0000_s1030" type="#_x0000_t202" style="width:451.15pt;height:1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" filled="f" stroked="f">
                      <v:textbox inset=",0,0,0">
                        <w:txbxContent>
                          <w:p w:rsidR="00035987" w:rsidRPr="002F27AA" w:rsidRDefault="00222ACE" w:rsidP="00035987">
                            <w:pPr>
                              <w:pStyle w:val="SchoolGradeName"/>
                            </w:pP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-1495945601"/>
                                <w:showingPlcHdr/>
                              </w:sdtPr>
                              <w:sdtEndPr>
                                <w:rPr>
                                  <w:rStyle w:val="SchoolGradeNameChar"/>
                                </w:rPr>
                              </w:sdtEndPr>
                              <w:sdtContent>
                                <w:r w:rsidR="00035987" w:rsidRPr="002F27AA">
                                  <w:t>School Name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  <w:t xml:space="preserve">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-1524931674"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t>Grade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 xml:space="preserve"> :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920917644"/>
                                <w:temporary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Teach</w:t>
                                </w:r>
                                <w:r w:rsidR="00035987" w:rsidRPr="002F27AA">
                                  <w:t>er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035987" w:rsidRPr="00035987" w:rsidRDefault="00035987" w:rsidP="00035987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108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280413748"/>
                <w:placeholder>
                  <w:docPart w:val="8BCCD3CE426848E7872C684EAC9F745E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267EA0" wp14:editId="1AD4A535">
                      <wp:extent cx="90805" cy="90805"/>
                      <wp:effectExtent l="0" t="0" r="23495" b="23495"/>
                      <wp:docPr id="3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EA024C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QPXKAIAAFE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DtRA9coAgAAUQ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AD29713" wp14:editId="2BFAB647">
                      <wp:extent cx="90805" cy="90805"/>
                      <wp:effectExtent l="0" t="0" r="23495" b="23495"/>
                      <wp:docPr id="4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78CE4A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2F9DBB" wp14:editId="59C2E3E7">
                      <wp:extent cx="90805" cy="90805"/>
                      <wp:effectExtent l="0" t="0" r="23495" b="23495"/>
                      <wp:docPr id="5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D6AC4E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702169558"/>
                <w:placeholder>
                  <w:docPart w:val="6CF046F3626848559346DB85B4D05923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ADEE02" wp14:editId="3F909B71">
                      <wp:extent cx="90805" cy="90805"/>
                      <wp:effectExtent l="0" t="0" r="23495" b="23495"/>
                      <wp:docPr id="6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3FCE51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P/wvVMoAgAAUQ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A81A4A" wp14:editId="3105535D">
                      <wp:extent cx="90805" cy="90805"/>
                      <wp:effectExtent l="0" t="0" r="23495" b="23495"/>
                      <wp:docPr id="7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736CF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5BDF64" wp14:editId="4395D98B">
                      <wp:extent cx="90805" cy="90805"/>
                      <wp:effectExtent l="0" t="0" r="23495" b="23495"/>
                      <wp:docPr id="8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110975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70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338735319"/>
                <w:placeholder>
                  <w:docPart w:val="BBD6BD22A7684D799F84CF7786BF9F2A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C777A5" wp14:editId="0D45E018">
                      <wp:extent cx="90805" cy="90805"/>
                      <wp:effectExtent l="0" t="0" r="23495" b="23495"/>
                      <wp:docPr id="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C46043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B2A274" wp14:editId="7C0F1CA5">
                      <wp:extent cx="90805" cy="90805"/>
                      <wp:effectExtent l="0" t="0" r="23495" b="23495"/>
                      <wp:docPr id="1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3B4EDF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PxPrUo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ACAE458" wp14:editId="04A6EE4C">
                      <wp:extent cx="90805" cy="90805"/>
                      <wp:effectExtent l="0" t="0" r="23495" b="23495"/>
                      <wp:docPr id="1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EC7CB1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BlN/uk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729302667"/>
                <w:placeholder>
                  <w:docPart w:val="897673A6A2A8478788132813E630FEE2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10837F" wp14:editId="7B916737">
                      <wp:extent cx="90805" cy="90805"/>
                      <wp:effectExtent l="0" t="0" r="23495" b="23495"/>
                      <wp:docPr id="12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51099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oGKAIAAFI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BoK2gY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319F25" wp14:editId="4EB31326">
                      <wp:extent cx="90805" cy="90805"/>
                      <wp:effectExtent l="0" t="0" r="23495" b="23495"/>
                      <wp:docPr id="13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8B97B3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NL5eEM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6F2884C" wp14:editId="6163B03D">
                      <wp:extent cx="90805" cy="90805"/>
                      <wp:effectExtent l="0" t="0" r="23495" b="23495"/>
                      <wp:docPr id="14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BA147F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N3sQG0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612331953"/>
                <w:placeholder>
                  <w:docPart w:val="161DBA3552964C20B4F7A4A9BE5613BF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86CEBD3" wp14:editId="159FEB6D">
                      <wp:extent cx="90805" cy="90805"/>
                      <wp:effectExtent l="0" t="0" r="23495" b="23495"/>
                      <wp:docPr id="15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D567F9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HhZQvk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176C0C" wp14:editId="2498CBB9">
                      <wp:extent cx="90805" cy="90805"/>
                      <wp:effectExtent l="0" t="0" r="23495" b="23495"/>
                      <wp:docPr id="16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B7A718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BZYxs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CC3700" wp14:editId="7966B6B7">
                      <wp:extent cx="90805" cy="90805"/>
                      <wp:effectExtent l="0" t="0" r="23495" b="23495"/>
                      <wp:docPr id="17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B23BFD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PNalWQ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592165034"/>
                <w:placeholder>
                  <w:docPart w:val="C710BDCF3B4F4598AAB89F14BD486430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7C81C3" wp14:editId="678B1CA2">
                      <wp:extent cx="90805" cy="90805"/>
                      <wp:effectExtent l="0" t="0" r="23495" b="23495"/>
                      <wp:docPr id="18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5AC963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GU0Fko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D66A5C" wp14:editId="62BB40C2">
                      <wp:extent cx="90805" cy="90805"/>
                      <wp:effectExtent l="0" t="0" r="23495" b="23495"/>
                      <wp:docPr id="19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C15F3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K3HtA8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B03D8D" wp14:editId="3836135A">
                      <wp:extent cx="90805" cy="90805"/>
                      <wp:effectExtent l="0" t="0" r="23495" b="23495"/>
                      <wp:docPr id="20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72AB20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Im6nFY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</w:t>
            </w:r>
            <w:r w:rsidRPr="002F27AA">
              <w:rPr>
                <w:rStyle w:val="ChildNameChar"/>
                <w:b/>
              </w:rPr>
              <w:t>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89669017"/>
                <w:placeholder>
                  <w:docPart w:val="887D79FFFAF14AE0988EE1FD4C2AB0E9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D914854" wp14:editId="19906FD2">
                      <wp:extent cx="90805" cy="90805"/>
                      <wp:effectExtent l="0" t="0" r="23495" b="23495"/>
                      <wp:docPr id="21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512404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CwPnsI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1E92B2" wp14:editId="10EE947A">
                      <wp:extent cx="90805" cy="90805"/>
                      <wp:effectExtent l="0" t="0" r="23495" b="23495"/>
                      <wp:docPr id="22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B6C174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EIOGvw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C2CFAF" wp14:editId="6BA62B5D">
                      <wp:extent cx="90805" cy="90805"/>
                      <wp:effectExtent l="0" t="0" r="23495" b="23495"/>
                      <wp:docPr id="23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A5724F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nDElf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752232077"/>
                <w:placeholder>
                  <w:docPart w:val="37B376E82B1E4144A8AEFA6D95C2E01F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DA70DD" wp14:editId="3728C5A6">
                      <wp:extent cx="90805" cy="90805"/>
                      <wp:effectExtent l="0" t="0" r="23495" b="23495"/>
                      <wp:docPr id="24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93916A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OiuIEY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333258" wp14:editId="711F26EB">
                      <wp:extent cx="90805" cy="90805"/>
                      <wp:effectExtent l="0" t="0" r="23495" b="23495"/>
                      <wp:docPr id="25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41CEB0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24F41D" wp14:editId="4BB5E85B">
                      <wp:extent cx="90805" cy="90805"/>
                      <wp:effectExtent l="0" t="0" r="23495" b="23495"/>
                      <wp:docPr id="26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CE7F61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jrffb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847093241"/>
                <w:placeholder>
                  <w:docPart w:val="A1F40B6027B54F0A99B193E6ABB5B116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9FD383" wp14:editId="3A820402">
                      <wp:extent cx="90805" cy="90805"/>
                      <wp:effectExtent l="0" t="0" r="23495" b="23495"/>
                      <wp:docPr id="27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85AFBC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MYY9U8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8E09C24" wp14:editId="4BD2DBA2">
                      <wp:extent cx="90805" cy="90805"/>
                      <wp:effectExtent l="0" t="0" r="23495" b="23495"/>
                      <wp:docPr id="28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F761F2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D0w1rA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40A56C" wp14:editId="12171CB2">
                      <wp:extent cx="90805" cy="90805"/>
                      <wp:effectExtent l="0" t="0" r="23495" b="23495"/>
                      <wp:docPr id="29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Default="00035987" w:rsidP="00035987">
                                  <w:pPr>
                                    <w:jc w:val="center"/>
                                  </w:pPr>
                                  <w:r w:rsidRPr="00D4375C">
                                    <w:t>check rectangle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40A56C" id="_x0000_s1031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">
                      <v:textbox>
                        <w:txbxContent>
                          <w:p w:rsidR="00035987" w:rsidRDefault="00035987" w:rsidP="00035987">
                            <w:pPr>
                              <w:jc w:val="center"/>
                            </w:pPr>
                            <w:r w:rsidRPr="00D4375C">
                              <w:t>check rectangle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58832264"/>
                <w:placeholder>
                  <w:docPart w:val="8DCC204B591041648E6AD9980C9F4376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B480E7" wp14:editId="76C1E625">
                      <wp:extent cx="90805" cy="90805"/>
                      <wp:effectExtent l="0" t="0" r="23495" b="23495"/>
                      <wp:docPr id="30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3E7A3E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T2DJC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7A71D8B" wp14:editId="312519F7">
                      <wp:extent cx="90805" cy="90805"/>
                      <wp:effectExtent l="0" t="0" r="23495" b="23495"/>
                      <wp:docPr id="31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7CBE27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FsrkA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61E29B" wp14:editId="013F5843">
                      <wp:extent cx="90805" cy="90805"/>
                      <wp:effectExtent l="0" t="0" r="23495" b="23495"/>
                      <wp:docPr id="224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44B1E4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zZ9kc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>: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912994566"/>
                <w:placeholder>
                  <w:docPart w:val="6414D686B17F492F89EFE123488C5D78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29B0DE" wp14:editId="38732D23">
                      <wp:extent cx="90805" cy="90805"/>
                      <wp:effectExtent l="0" t="0" r="23495" b="23495"/>
                      <wp:docPr id="225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705619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59759BA" wp14:editId="0A5A0F63">
                      <wp:extent cx="90805" cy="90805"/>
                      <wp:effectExtent l="0" t="0" r="23495" b="23495"/>
                      <wp:docPr id="226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233941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401+2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0D0223" wp14:editId="5A17C2E5">
                      <wp:extent cx="90805" cy="90805"/>
                      <wp:effectExtent l="0" t="0" r="23495" b="23495"/>
                      <wp:docPr id="227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84DD63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XdEMFS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767581669"/>
                <w:placeholder>
                  <w:docPart w:val="8A7C9C1AA3454D1F8A1C1DF0DD0259F2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9C9E49" wp14:editId="7F714137">
                      <wp:extent cx="90805" cy="90805"/>
                      <wp:effectExtent l="0" t="0" r="23495" b="23495"/>
                      <wp:docPr id="228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560808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Lv487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6DFCDFF" wp14:editId="42EE8295">
                      <wp:extent cx="90805" cy="90805"/>
                      <wp:effectExtent l="0" t="0" r="23495" b="23495"/>
                      <wp:docPr id="229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71F277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DTC1+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146AE4" wp14:editId="515581B9">
                      <wp:extent cx="90805" cy="90805"/>
                      <wp:effectExtent l="0" t="0" r="23495" b="23495"/>
                      <wp:docPr id="230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1E004C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sYKQ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IEcsY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035987" w:rsidRDefault="00035987" w:rsidP="0003598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pPr w:leftFromText="180" w:rightFromText="180" w:vertAnchor="text" w:tblpX="-709" w:tblpY="-709"/>
        <w:tblW w:w="12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10"/>
      </w:tblGrid>
      <w:tr w:rsidR="00035987" w:rsidTr="000B0624">
        <w:trPr>
          <w:trHeight w:val="1260"/>
        </w:trPr>
        <w:tc>
          <w:tcPr>
            <w:tcW w:w="12210" w:type="dxa"/>
            <w:tcBorders>
              <w:top w:val="nil"/>
              <w:left w:val="nil"/>
              <w:bottom w:val="nil"/>
              <w:right w:val="nil"/>
            </w:tcBorders>
            <w:shd w:val="clear" w:color="auto" w:fill="304157" w:themeFill="text2"/>
            <w:vAlign w:val="center"/>
          </w:tcPr>
          <w:p w:rsidR="00035987" w:rsidRDefault="00035987" w:rsidP="000B062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85E6854" wp14:editId="38D53B5A">
                      <wp:extent cx="3909060" cy="377952"/>
                      <wp:effectExtent l="0" t="0" r="15240" b="3175"/>
                      <wp:docPr id="231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9060" cy="3779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EmergencyChar"/>
                                      <w:b/>
                                    </w:rPr>
                                    <w:id w:val="-1546525875"/>
                                    <w15:appearance w15:val="hidden"/>
                                  </w:sdtPr>
                                  <w:sdtEndPr>
                                    <w:rPr>
                                      <w:rStyle w:val="TitleChar"/>
                                      <w:color w:val="000000" w:themeColor="text1"/>
                                    </w:rPr>
                                  </w:sdtEndPr>
                                  <w:sdtContent>
                                    <w:p w:rsidR="00035987" w:rsidRPr="00C05FDD" w:rsidRDefault="00035987" w:rsidP="00035987">
                                      <w:pPr>
                                        <w:pStyle w:val="Emergency"/>
                                        <w:spacing w:before="100"/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 w:rsidRPr="00C05FDD"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  <w:t xml:space="preserve">Emergency Phone List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5E6854" id="_x0000_s1032" type="#_x0000_t202" style="width:307.8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" filled="f" stroked="f">
                      <v:textbox inset=",0,0,0">
                        <w:txbxContent>
                          <w:sdt>
                            <w:sdtPr>
                              <w:rPr>
                                <w:rStyle w:val="EmergencyChar"/>
                                <w:b/>
                              </w:rPr>
                              <w:id w:val="-1546525875"/>
                              <w15:appearance w15:val="hidden"/>
                            </w:sdtPr>
                            <w:sdtEndPr>
                              <w:rPr>
                                <w:rStyle w:val="TitleChar"/>
                                <w:color w:val="000000" w:themeColor="text1"/>
                              </w:rPr>
                            </w:sdtEndPr>
                            <w:sdtContent>
                              <w:p w:rsidR="00035987" w:rsidRPr="00C05FDD" w:rsidRDefault="00035987" w:rsidP="00035987">
                                <w:pPr>
                                  <w:pStyle w:val="Emergency"/>
                                  <w:spacing w:before="100"/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</w:pPr>
                                <w:r w:rsidRPr="00C05FDD"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  <w:t xml:space="preserve">Emergency Phone List </w:t>
                                </w:r>
                              </w:p>
                            </w:sdtContent>
                          </w:sdt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52C78E" wp14:editId="6DBE86F2">
                      <wp:extent cx="5729605" cy="231648"/>
                      <wp:effectExtent l="0" t="0" r="4445" b="0"/>
                      <wp:docPr id="232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9605" cy="2316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Pr="002F27AA" w:rsidRDefault="00222ACE" w:rsidP="00035987">
                                  <w:pPr>
                                    <w:pStyle w:val="SchoolGradeName"/>
                                  </w:pP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1567603364"/>
                                      <w:showingPlcHdr/>
                                    </w:sdtPr>
                                    <w:sdtEndPr>
                                      <w:rPr>
                                        <w:rStyle w:val="SchoolGradeNameChar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School Name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2064509839"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Grade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 xml:space="preserve"> :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771596770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rPr>
                                          <w:rStyle w:val="PlaceholderText"/>
                                          <w:color w:val="FFFFFF" w:themeColor="background1"/>
                                        </w:rPr>
                                        <w:t>Teach</w:t>
                                      </w:r>
                                      <w:r w:rsidR="00035987" w:rsidRPr="002F27AA">
                                        <w:t>er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52C78E" id="_x0000_s1033" type="#_x0000_t202" style="width:451.15pt;height:1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" filled="f" stroked="f">
                      <v:textbox inset=",0,0,0">
                        <w:txbxContent>
                          <w:p w:rsidR="00035987" w:rsidRPr="002F27AA" w:rsidRDefault="00222ACE" w:rsidP="00035987">
                            <w:pPr>
                              <w:pStyle w:val="SchoolGradeName"/>
                            </w:pP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1567603364"/>
                                <w:showingPlcHdr/>
                              </w:sdtPr>
                              <w:sdtEndPr>
                                <w:rPr>
                                  <w:rStyle w:val="SchoolGradeNameChar"/>
                                </w:rPr>
                              </w:sdtEndPr>
                              <w:sdtContent>
                                <w:r w:rsidR="00035987" w:rsidRPr="002F27AA">
                                  <w:t>School Name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  <w:t xml:space="preserve">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2064509839"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t>Grade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 xml:space="preserve"> :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771596770"/>
                                <w:temporary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Teach</w:t>
                                </w:r>
                                <w:r w:rsidR="00035987" w:rsidRPr="002F27AA">
                                  <w:t>er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035987" w:rsidRPr="00035987" w:rsidRDefault="00035987" w:rsidP="00035987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108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859034460"/>
                <w:placeholder>
                  <w:docPart w:val="20066B85C47C4694A37FD0CB172ED71C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4BF57D" wp14:editId="1A1594C1">
                      <wp:extent cx="90805" cy="90805"/>
                      <wp:effectExtent l="0" t="0" r="23495" b="23495"/>
                      <wp:docPr id="233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67D8F84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C1bv9y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8F86982" wp14:editId="7CF47F4F">
                      <wp:extent cx="90805" cy="90805"/>
                      <wp:effectExtent l="0" t="0" r="23495" b="23495"/>
                      <wp:docPr id="234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0B5FE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psiY/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C4E6CB" wp14:editId="7ED6E590">
                      <wp:extent cx="90805" cy="90805"/>
                      <wp:effectExtent l="0" t="0" r="23495" b="23495"/>
                      <wp:docPr id="235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85EFE9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zLB1n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809234655"/>
                <w:placeholder>
                  <w:docPart w:val="10152924D9EB4F268737B09D7E577A6A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31D421" wp14:editId="33A3B18F">
                      <wp:extent cx="90805" cy="90805"/>
                      <wp:effectExtent l="0" t="0" r="23495" b="23495"/>
                      <wp:docPr id="236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DB9C1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z/dRcy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DF7DF0" wp14:editId="7DEF227F">
                      <wp:extent cx="90805" cy="90805"/>
                      <wp:effectExtent l="0" t="0" r="23495" b="23495"/>
                      <wp:docPr id="237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4B429F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BwTzNi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0B58D2" wp14:editId="005B65B5">
                      <wp:extent cx="90805" cy="90805"/>
                      <wp:effectExtent l="0" t="0" r="23495" b="23495"/>
                      <wp:docPr id="238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8AF0F3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SEv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0d0hLy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70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557739576"/>
                <w:placeholder>
                  <w:docPart w:val="0C6571572BCD479BA11ADF17DFC6E296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D597611" wp14:editId="7C13558C">
                      <wp:extent cx="90805" cy="90805"/>
                      <wp:effectExtent l="0" t="0" r="23495" b="23495"/>
                      <wp:docPr id="23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6F2D32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0aCO7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C5CF41" wp14:editId="1BAC999A">
                      <wp:extent cx="90805" cy="90805"/>
                      <wp:effectExtent l="0" t="0" r="23495" b="23495"/>
                      <wp:docPr id="24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DAD981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jpGZ7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78D6A22" wp14:editId="172D753E">
                      <wp:extent cx="90805" cy="90805"/>
                      <wp:effectExtent l="0" t="0" r="23495" b="23495"/>
                      <wp:docPr id="24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AC2879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GpjXY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375585262"/>
                <w:placeholder>
                  <w:docPart w:val="27CDB2B490884682ABD786217B08BDB1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5F78BA9" wp14:editId="44B5BED1">
                      <wp:extent cx="90805" cy="90805"/>
                      <wp:effectExtent l="0" t="0" r="23495" b="23495"/>
                      <wp:docPr id="242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E7282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F4RE3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662B66" wp14:editId="699BA8DE">
                      <wp:extent cx="90805" cy="90805"/>
                      <wp:effectExtent l="0" t="0" r="23495" b="23495"/>
                      <wp:docPr id="243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5A19F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NErNy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AA2B10" wp14:editId="0242B332">
                      <wp:extent cx="90805" cy="90805"/>
                      <wp:effectExtent l="0" t="0" r="23495" b="23495"/>
                      <wp:docPr id="32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7039E2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+XfKQIAAFI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Y2+Xf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689050554"/>
                <w:placeholder>
                  <w:docPart w:val="74F8EC5C130B4579B5C1E9067265D59C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E14959" wp14:editId="04C7C06B">
                      <wp:extent cx="90805" cy="90805"/>
                      <wp:effectExtent l="0" t="0" r="23495" b="23495"/>
                      <wp:docPr id="33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6F7E10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9budL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2D6E42" wp14:editId="2FEBCC52">
                      <wp:extent cx="90805" cy="90805"/>
                      <wp:effectExtent l="0" t="0" r="23495" b="23495"/>
                      <wp:docPr id="34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CF27D7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6DKAIAAFI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J+KLoM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0A2076" wp14:editId="138C0AF6">
                      <wp:extent cx="90805" cy="90805"/>
                      <wp:effectExtent l="0" t="0" r="23495" b="23495"/>
                      <wp:docPr id="35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EFF2A9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6iH0g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806900957"/>
                <w:placeholder>
                  <w:docPart w:val="71DB5B96D2464C4182FAFF7522DDBCF6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8D4CC4" wp14:editId="0DC6ED66">
                      <wp:extent cx="90805" cy="90805"/>
                      <wp:effectExtent l="0" t="0" r="23495" b="23495"/>
                      <wp:docPr id="36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B28CDA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5z1nP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8E0EA4" wp14:editId="1BD45FFB">
                      <wp:extent cx="90805" cy="90805"/>
                      <wp:effectExtent l="0" t="0" r="23495" b="23495"/>
                      <wp:docPr id="37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E850BA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xPPuK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D72CEB7" wp14:editId="78711499">
                      <wp:extent cx="90805" cy="90805"/>
                      <wp:effectExtent l="0" t="0" r="23495" b="23495"/>
                      <wp:docPr id="38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75F5F4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SmTKQIAAFI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n5SmT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</w:t>
            </w:r>
            <w:r w:rsidRPr="002F27AA">
              <w:rPr>
                <w:rStyle w:val="ChildNameChar"/>
                <w:b/>
              </w:rPr>
              <w:t>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99959244"/>
                <w:placeholder>
                  <w:docPart w:val="7A8806FA6AF84A31AAE5B700F538F1AD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3034C9" wp14:editId="4565B898">
                      <wp:extent cx="90805" cy="90805"/>
                      <wp:effectExtent l="0" t="0" r="23495" b="23495"/>
                      <wp:docPr id="3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6884C7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MJQKw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A67742F" wp14:editId="1DE12E88">
                      <wp:extent cx="90805" cy="90805"/>
                      <wp:effectExtent l="0" t="0" r="23495" b="23495"/>
                      <wp:docPr id="4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B676A8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JWcbs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C2C9C2" wp14:editId="65C2F3B6">
                      <wp:extent cx="90805" cy="90805"/>
                      <wp:effectExtent l="0" t="0" r="23495" b="23495"/>
                      <wp:docPr id="4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504356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HCePWQ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809376384"/>
                <w:placeholder>
                  <w:docPart w:val="B9F55F2D809F46FAA38503B6248E9258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0C7DF7" wp14:editId="11490EFA">
                      <wp:extent cx="90805" cy="90805"/>
                      <wp:effectExtent l="0" t="0" r="23495" b="23495"/>
                      <wp:docPr id="42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467C09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HPZGYs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D040AC" wp14:editId="624DEBA3">
                      <wp:extent cx="90805" cy="90805"/>
                      <wp:effectExtent l="0" t="0" r="23495" b="23495"/>
                      <wp:docPr id="43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4646BB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Lsqu84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55AE4B" wp14:editId="0C0C6A89">
                      <wp:extent cx="90805" cy="90805"/>
                      <wp:effectExtent l="0" t="0" r="23495" b="23495"/>
                      <wp:docPr id="44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207E4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0P4Pg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59697050"/>
                <w:placeholder>
                  <w:docPart w:val="6ED7856AD0A8485597A98A52D0008BCD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5FC3D7" wp14:editId="1BE8E02E">
                      <wp:extent cx="90805" cy="90805"/>
                      <wp:effectExtent l="0" t="0" r="23495" b="23495"/>
                      <wp:docPr id="45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B0E283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BGKgXQ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ED0CB7" wp14:editId="540DB7AC">
                      <wp:extent cx="90805" cy="90805"/>
                      <wp:effectExtent l="0" t="0" r="23495" b="23495"/>
                      <wp:docPr id="46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7BC75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/iwVK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4C309B" wp14:editId="5EF16C18">
                      <wp:extent cx="90805" cy="90805"/>
                      <wp:effectExtent l="0" t="0" r="23495" b="23495"/>
                      <wp:docPr id="47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Default="00035987" w:rsidP="00035987">
                                  <w:pPr>
                                    <w:jc w:val="center"/>
                                  </w:pPr>
                                  <w:r w:rsidRPr="00D4375C">
                                    <w:t>check rectangle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C309B" id="_x0000_s1034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">
                      <v:textbox>
                        <w:txbxContent>
                          <w:p w:rsidR="00035987" w:rsidRDefault="00035987" w:rsidP="00035987">
                            <w:pPr>
                              <w:jc w:val="center"/>
                            </w:pPr>
                            <w:r w:rsidRPr="00D4375C">
                              <w:t>check rectangle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916776885"/>
                <w:placeholder>
                  <w:docPart w:val="7D52089AB2AA4720B35FE2E27C895855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CCC0FD" wp14:editId="401495CF">
                      <wp:extent cx="90805" cy="90805"/>
                      <wp:effectExtent l="0" t="0" r="23495" b="23495"/>
                      <wp:docPr id="48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872380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9XHKAIAAFI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Azn1c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0C3EF40" wp14:editId="27BE6E47">
                      <wp:extent cx="90805" cy="90805"/>
                      <wp:effectExtent l="0" t="0" r="23495" b="23495"/>
                      <wp:docPr id="57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5FFFA1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MBcqco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F994F5E" wp14:editId="47869E1E">
                      <wp:extent cx="90805" cy="90805"/>
                      <wp:effectExtent l="0" t="0" r="23495" b="23495"/>
                      <wp:docPr id="58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383F3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BaFe9M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>: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602497770"/>
                <w:placeholder>
                  <w:docPart w:val="B7ACF1DC71804BCB9C9BDC2BE0D5F1CA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26CBDFE" wp14:editId="70C16B9F">
                      <wp:extent cx="90805" cy="90805"/>
                      <wp:effectExtent l="0" t="0" r="23495" b="23495"/>
                      <wp:docPr id="5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933CB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LMweUc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74AB55D" wp14:editId="181C7B57">
                      <wp:extent cx="90805" cy="90805"/>
                      <wp:effectExtent l="0" t="0" r="23495" b="23495"/>
                      <wp:docPr id="6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B653B6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Lq8oPg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7B4882F" wp14:editId="03D922CF">
                      <wp:extent cx="90805" cy="90805"/>
                      <wp:effectExtent l="0" t="0" r="23495" b="23495"/>
                      <wp:docPr id="6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F61EA0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F++81soAgAAUg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310162652"/>
                <w:placeholder>
                  <w:docPart w:val="EEA95F3F033D46928B420D996FE72D72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19075D" wp14:editId="273C3C0D">
                      <wp:extent cx="90805" cy="90805"/>
                      <wp:effectExtent l="0" t="0" r="23495" b="23495"/>
                      <wp:docPr id="62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E15587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c+de0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D87A37" wp14:editId="27D5725D">
                      <wp:extent cx="90805" cy="90805"/>
                      <wp:effectExtent l="0" t="0" r="23495" b="23495"/>
                      <wp:docPr id="63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AA2AE9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UCnXxKQIAAFI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912038" wp14:editId="548DD44B">
                      <wp:extent cx="90805" cy="90805"/>
                      <wp:effectExtent l="0" t="0" r="23495" b="23495"/>
                      <wp:docPr id="256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930265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k2by1S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035987" w:rsidRDefault="00035987" w:rsidP="0003598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pPr w:leftFromText="180" w:rightFromText="180" w:vertAnchor="text" w:tblpX="-709" w:tblpY="-709"/>
        <w:tblW w:w="12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10"/>
      </w:tblGrid>
      <w:tr w:rsidR="00035987" w:rsidTr="000B0624">
        <w:trPr>
          <w:trHeight w:val="1260"/>
        </w:trPr>
        <w:tc>
          <w:tcPr>
            <w:tcW w:w="12210" w:type="dxa"/>
            <w:tcBorders>
              <w:top w:val="nil"/>
              <w:left w:val="nil"/>
              <w:bottom w:val="nil"/>
              <w:right w:val="nil"/>
            </w:tcBorders>
            <w:shd w:val="clear" w:color="auto" w:fill="304157" w:themeFill="text2"/>
            <w:vAlign w:val="center"/>
          </w:tcPr>
          <w:p w:rsidR="00035987" w:rsidRDefault="00035987" w:rsidP="000B062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1613D1" wp14:editId="4A031935">
                      <wp:extent cx="3909060" cy="377952"/>
                      <wp:effectExtent l="0" t="0" r="15240" b="3175"/>
                      <wp:docPr id="257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9060" cy="3779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EmergencyChar"/>
                                      <w:b/>
                                    </w:rPr>
                                    <w:id w:val="1230121733"/>
                                    <w15:appearance w15:val="hidden"/>
                                  </w:sdtPr>
                                  <w:sdtEndPr>
                                    <w:rPr>
                                      <w:rStyle w:val="TitleChar"/>
                                      <w:color w:val="000000" w:themeColor="text1"/>
                                    </w:rPr>
                                  </w:sdtEndPr>
                                  <w:sdtContent>
                                    <w:p w:rsidR="00035987" w:rsidRPr="00C05FDD" w:rsidRDefault="00035987" w:rsidP="00035987">
                                      <w:pPr>
                                        <w:pStyle w:val="Emergency"/>
                                        <w:spacing w:before="100"/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 w:rsidRPr="00C05FDD">
                                        <w:rPr>
                                          <w:rStyle w:val="TitleChar"/>
                                          <w:b/>
                                          <w:color w:val="FFFFFF" w:themeColor="background1"/>
                                        </w:rPr>
                                        <w:t xml:space="preserve">Emergency Phone List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1613D1" id="_x0000_s1035" type="#_x0000_t202" style="width:307.8pt;height: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" filled="f" stroked="f">
                      <v:textbox inset=",0,0,0">
                        <w:txbxContent>
                          <w:sdt>
                            <w:sdtPr>
                              <w:rPr>
                                <w:rStyle w:val="EmergencyChar"/>
                                <w:b/>
                              </w:rPr>
                              <w:id w:val="1230121733"/>
                              <w15:appearance w15:val="hidden"/>
                            </w:sdtPr>
                            <w:sdtEndPr>
                              <w:rPr>
                                <w:rStyle w:val="TitleChar"/>
                                <w:color w:val="000000" w:themeColor="text1"/>
                              </w:rPr>
                            </w:sdtEndPr>
                            <w:sdtContent>
                              <w:p w:rsidR="00035987" w:rsidRPr="00C05FDD" w:rsidRDefault="00035987" w:rsidP="00035987">
                                <w:pPr>
                                  <w:pStyle w:val="Emergency"/>
                                  <w:spacing w:before="100"/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</w:pPr>
                                <w:r w:rsidRPr="00C05FDD">
                                  <w:rPr>
                                    <w:rStyle w:val="TitleChar"/>
                                    <w:b/>
                                    <w:color w:val="FFFFFF" w:themeColor="background1"/>
                                  </w:rPr>
                                  <w:t xml:space="preserve">Emergency Phone List </w:t>
                                </w:r>
                              </w:p>
                            </w:sdtContent>
                          </w:sdt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EAEFC0" wp14:editId="16FC8F5D">
                      <wp:extent cx="5729605" cy="231648"/>
                      <wp:effectExtent l="0" t="0" r="4445" b="0"/>
                      <wp:docPr id="258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9605" cy="2316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Pr="002F27AA" w:rsidRDefault="00222ACE" w:rsidP="00035987">
                                  <w:pPr>
                                    <w:pStyle w:val="SchoolGradeName"/>
                                  </w:pP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-1654288881"/>
                                      <w:showingPlcHdr/>
                                    </w:sdtPr>
                                    <w:sdtEndPr>
                                      <w:rPr>
                                        <w:rStyle w:val="SchoolGradeNameChar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School Name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724266990"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t>Grade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 xml:space="preserve"> : </w:t>
                                  </w:r>
                                  <w:r w:rsidR="00035987">
                                    <w:rPr>
                                      <w:rStyle w:val="SchoolGradeNameChar"/>
                                      <w:b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Style w:val="SchoolGradeNameChar"/>
                                        <w:b/>
                                      </w:rPr>
                                      <w:id w:val="129354797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>
                                      <w:rPr>
                                        <w:rStyle w:val="DefaultParagraphFont"/>
                                      </w:rPr>
                                    </w:sdtEndPr>
                                    <w:sdtContent>
                                      <w:r w:rsidR="00035987" w:rsidRPr="002F27AA">
                                        <w:rPr>
                                          <w:rStyle w:val="PlaceholderText"/>
                                          <w:color w:val="FFFFFF" w:themeColor="background1"/>
                                        </w:rPr>
                                        <w:t>Teach</w:t>
                                      </w:r>
                                      <w:r w:rsidR="00035987" w:rsidRPr="002F27AA">
                                        <w:t>er</w:t>
                                      </w:r>
                                    </w:sdtContent>
                                  </w:sdt>
                                  <w:r w:rsidR="00035987" w:rsidRPr="002F27AA">
                                    <w:rPr>
                                      <w:rStyle w:val="SchoolGradeNameChar"/>
                                      <w:b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EAEFC0" id="_x0000_s1036" type="#_x0000_t202" style="width:451.15pt;height:1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" filled="f" stroked="f">
                      <v:textbox inset=",0,0,0">
                        <w:txbxContent>
                          <w:p w:rsidR="00035987" w:rsidRPr="002F27AA" w:rsidRDefault="00222ACE" w:rsidP="00035987">
                            <w:pPr>
                              <w:pStyle w:val="SchoolGradeName"/>
                            </w:pP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-1654288881"/>
                                <w:showingPlcHdr/>
                              </w:sdtPr>
                              <w:sdtEndPr>
                                <w:rPr>
                                  <w:rStyle w:val="SchoolGradeNameChar"/>
                                </w:rPr>
                              </w:sdtEndPr>
                              <w:sdtContent>
                                <w:r w:rsidR="00035987" w:rsidRPr="002F27AA">
                                  <w:t>School Name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  <w:t xml:space="preserve">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724266990"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t>Grade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 xml:space="preserve"> : </w:t>
                            </w:r>
                            <w:r w:rsidR="00035987">
                              <w:rPr>
                                <w:rStyle w:val="SchoolGradeNameChar"/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choolGradeNameChar"/>
                                  <w:b/>
                                </w:rPr>
                                <w:id w:val="1293547974"/>
                                <w:temporary/>
                                <w:showingPlcHdr/>
                                <w15:appearance w15:val="hidden"/>
                              </w:sdtPr>
                              <w:sdtEndPr>
                                <w:rPr>
                                  <w:rStyle w:val="DefaultParagraphFont"/>
                                </w:rPr>
                              </w:sdtEndPr>
                              <w:sdtContent>
                                <w:r w:rsidR="00035987" w:rsidRPr="002F27AA">
                                  <w:rPr>
                                    <w:rStyle w:val="PlaceholderText"/>
                                    <w:color w:val="FFFFFF" w:themeColor="background1"/>
                                  </w:rPr>
                                  <w:t>Teach</w:t>
                                </w:r>
                                <w:r w:rsidR="00035987" w:rsidRPr="002F27AA">
                                  <w:t>er</w:t>
                                </w:r>
                              </w:sdtContent>
                            </w:sdt>
                            <w:r w:rsidR="00035987" w:rsidRPr="002F27AA">
                              <w:rPr>
                                <w:rStyle w:val="SchoolGradeNameChar"/>
                                <w:b/>
                              </w:rPr>
                              <w:t>: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035987" w:rsidRPr="00035987" w:rsidRDefault="00035987" w:rsidP="00035987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108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893492342"/>
                <w:placeholder>
                  <w:docPart w:val="A1DE3C21DC274CAF851C0A7B11A05476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214AAF0" wp14:editId="1DEEB652">
                      <wp:extent cx="90805" cy="90805"/>
                      <wp:effectExtent l="0" t="0" r="23495" b="23495"/>
                      <wp:docPr id="25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D0EBAB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FCHH7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D52873" wp14:editId="317DBA9D">
                      <wp:extent cx="90805" cy="90805"/>
                      <wp:effectExtent l="0" t="0" r="23495" b="23495"/>
                      <wp:docPr id="26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7B921B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MhKhE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6CF606" wp14:editId="5227079D">
                      <wp:extent cx="90805" cy="90805"/>
                      <wp:effectExtent l="0" t="0" r="23495" b="23495"/>
                      <wp:docPr id="26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6AC7FA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phvvn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615742235"/>
                <w:placeholder>
                  <w:docPart w:val="3AD12933C2A9423C9C703D5B64DE0C60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5BFE28" wp14:editId="6A32227D">
                      <wp:extent cx="90805" cy="90805"/>
                      <wp:effectExtent l="0" t="0" r="23495" b="23495"/>
                      <wp:docPr id="274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386B53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et3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N0Xrdy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620D13" wp14:editId="6C9C4873">
                      <wp:extent cx="90805" cy="90805"/>
                      <wp:effectExtent l="0" t="0" r="23495" b="23495"/>
                      <wp:docPr id="275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6143C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/tkky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94469C" wp14:editId="4D6598A0">
                      <wp:extent cx="90805" cy="90805"/>
                      <wp:effectExtent l="0" t="0" r="23495" b="23495"/>
                      <wp:docPr id="276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158587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vEY86i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p w:rsidR="00035987" w:rsidRPr="00C05FDD" w:rsidRDefault="00035987" w:rsidP="00035987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70"/>
        <w:tblW w:w="111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800"/>
        <w:gridCol w:w="1440"/>
        <w:gridCol w:w="270"/>
        <w:gridCol w:w="900"/>
        <w:gridCol w:w="1530"/>
        <w:gridCol w:w="270"/>
        <w:gridCol w:w="720"/>
        <w:gridCol w:w="1265"/>
        <w:gridCol w:w="3685"/>
      </w:tblGrid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470177796"/>
                <w:placeholder>
                  <w:docPart w:val="46571D62B4704B0591546E79E559B242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D9D16AE" wp14:editId="1E7BE1E9">
                      <wp:extent cx="90805" cy="90805"/>
                      <wp:effectExtent l="0" t="0" r="23495" b="23495"/>
                      <wp:docPr id="277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778506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Z8z5+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196732D" wp14:editId="53CD3C6B">
                      <wp:extent cx="90805" cy="90805"/>
                      <wp:effectExtent l="0" t="0" r="23495" b="23495"/>
                      <wp:docPr id="278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3DC53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i2x2B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93C21F" wp14:editId="568ACC4B">
                      <wp:extent cx="90805" cy="90805"/>
                      <wp:effectExtent l="0" t="0" r="23495" b="23495"/>
                      <wp:docPr id="279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8B08D6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B9lOIi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092131807"/>
                <w:placeholder>
                  <w:docPart w:val="0A255B8EE87749BBB74F2715DF5DA73D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CC3975" wp14:editId="26C4F9AC">
                      <wp:extent cx="90805" cy="90805"/>
                      <wp:effectExtent l="0" t="0" r="23495" b="23495"/>
                      <wp:docPr id="286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7B1EBC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a8T4QS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AB0FDA" wp14:editId="568C0C44">
                      <wp:extent cx="90805" cy="90805"/>
                      <wp:effectExtent l="0" t="0" r="23495" b="23495"/>
                      <wp:docPr id="287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DF78DD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jN1oE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BF6019" wp14:editId="29D67F4B">
                      <wp:extent cx="90805" cy="90805"/>
                      <wp:effectExtent l="0" t="0" r="23495" b="23495"/>
                      <wp:docPr id="288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1D11E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17ogd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 w:rsidRPr="002F27AA">
              <w:rPr>
                <w:rStyle w:val="ChildNameChar"/>
                <w:b/>
              </w:rPr>
              <w:t>Child’s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94352036"/>
                <w:placeholder>
                  <w:docPart w:val="27B2EA70D83C4B8385D6AF38E37FB6AE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DE1C6A" wp14:editId="77F4E2E0">
                      <wp:extent cx="90805" cy="90805"/>
                      <wp:effectExtent l="0" t="0" r="23495" b="23495"/>
                      <wp:docPr id="289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E479AF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QW4qJ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8B09973" wp14:editId="79FB7DCE">
                      <wp:extent cx="90805" cy="90805"/>
                      <wp:effectExtent l="0" t="0" r="23495" b="23495"/>
                      <wp:docPr id="290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40864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2950J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164E68" wp14:editId="32CACE50">
                      <wp:extent cx="90805" cy="90805"/>
                      <wp:effectExtent l="0" t="0" r="23495" b="23495"/>
                      <wp:docPr id="291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BC599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T9c6q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1819530389"/>
                <w:placeholder>
                  <w:docPart w:val="1AE152F347CB4782A86C2C479BFA3AF2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59A76F" wp14:editId="6F791507">
                      <wp:extent cx="90805" cy="90805"/>
                      <wp:effectExtent l="0" t="0" r="23495" b="23495"/>
                      <wp:docPr id="292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F96EF8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QsupF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28A73B" wp14:editId="19A43550">
                      <wp:extent cx="90805" cy="90805"/>
                      <wp:effectExtent l="0" t="0" r="23495" b="23495"/>
                      <wp:docPr id="293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EB8D0C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YQUgA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9DFE5A" wp14:editId="073396B2">
                      <wp:extent cx="90805" cy="90805"/>
                      <wp:effectExtent l="0" t="0" r="23495" b="23495"/>
                      <wp:docPr id="294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92E450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DXVHAu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</w:t>
            </w:r>
            <w:r w:rsidRPr="002F27AA">
              <w:rPr>
                <w:rStyle w:val="ChildNameChar"/>
                <w:b/>
              </w:rPr>
              <w:t>hild’s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924106114"/>
                <w:placeholder>
                  <w:docPart w:val="7153562837F04AD4A15070D395AAB60C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28CF87" wp14:editId="75AE55F7">
                      <wp:extent cx="90805" cy="90805"/>
                      <wp:effectExtent l="0" t="0" r="23495" b="23495"/>
                      <wp:docPr id="295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1E0CCB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y4XK6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24E276" wp14:editId="6E109AE9">
                      <wp:extent cx="90805" cy="90805"/>
                      <wp:effectExtent l="0" t="0" r="23495" b="23495"/>
                      <wp:docPr id="296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2EF208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c4PaE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13D8E1" wp14:editId="2A73E982">
                      <wp:extent cx="90805" cy="90805"/>
                      <wp:effectExtent l="0" t="0" r="23495" b="23495"/>
                      <wp:docPr id="297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57A743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+eKlJy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844749228"/>
                <w:placeholder>
                  <w:docPart w:val="8B344DE281FC4063834A0EC9A4A29CE1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D1FBCA" wp14:editId="01B54CE1">
                      <wp:extent cx="90805" cy="90805"/>
                      <wp:effectExtent l="0" t="0" r="23495" b="23495"/>
                      <wp:docPr id="298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E6CE60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vjCYJ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52F4B5" wp14:editId="40829A99">
                      <wp:extent cx="90805" cy="90805"/>
                      <wp:effectExtent l="0" t="0" r="23495" b="23495"/>
                      <wp:docPr id="299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8B807D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nf4RM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71BE10" wp14:editId="3F956DE3">
                      <wp:extent cx="90805" cy="90805"/>
                      <wp:effectExtent l="0" t="0" r="23495" b="23495"/>
                      <wp:docPr id="300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A60468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VtKQ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MWBVt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 xml:space="preserve">: 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-172965105"/>
                <w:placeholder>
                  <w:docPart w:val="8D4F262952AB44EBA913E91D71661B70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A583E4" wp14:editId="02C1A749">
                      <wp:extent cx="90805" cy="90805"/>
                      <wp:effectExtent l="0" t="0" r="23495" b="23495"/>
                      <wp:docPr id="301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F7662A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p7Rf5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3B4CBF" wp14:editId="2FFC2231">
                      <wp:extent cx="90805" cy="90805"/>
                      <wp:effectExtent l="0" t="0" r="23495" b="23495"/>
                      <wp:docPr id="302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DCEE79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H7JPH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B8845E" wp14:editId="1FBB10CC">
                      <wp:extent cx="90805" cy="90805"/>
                      <wp:effectExtent l="0" t="0" r="23495" b="23495"/>
                      <wp:docPr id="303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987" w:rsidRDefault="00035987" w:rsidP="00035987">
                                  <w:pPr>
                                    <w:jc w:val="center"/>
                                  </w:pPr>
                                  <w:r w:rsidRPr="00D4375C">
                                    <w:t>check rectangle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B8845E" id="_x0000_s1037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">
                      <v:textbox>
                        <w:txbxContent>
                          <w:p w:rsidR="00035987" w:rsidRDefault="00035987" w:rsidP="00035987">
                            <w:pPr>
                              <w:jc w:val="center"/>
                            </w:pPr>
                            <w:r w:rsidRPr="00D4375C">
                              <w:t>check rectangle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-1982910607"/>
                <w:placeholder>
                  <w:docPart w:val="273B70EECBA34BCDACA438397796B5BB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802551" wp14:editId="5D249201">
                      <wp:extent cx="90805" cy="90805"/>
                      <wp:effectExtent l="0" t="0" r="23495" b="23495"/>
                      <wp:docPr id="304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46DDC7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7UypfS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021AAF" wp14:editId="6EC6A21C">
                      <wp:extent cx="90805" cy="90805"/>
                      <wp:effectExtent l="0" t="0" r="23495" b="23495"/>
                      <wp:docPr id="305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3B7AEC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45F3A6" wp14:editId="77A0FB4C">
                      <wp:extent cx="90805" cy="90805"/>
                      <wp:effectExtent l="0" t="0" r="23495" b="23495"/>
                      <wp:docPr id="306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CDED2B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Zk9+4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tcBorders>
              <w:bottom w:val="single" w:sz="4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48" w:space="0" w:color="FFFFFF" w:themeColor="background1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pStyle w:val="ChildName"/>
              <w:framePr w:hSpace="0" w:wrap="auto" w:vAnchor="margin" w:xAlign="left" w:yAlign="inline"/>
              <w:ind w:left="115"/>
            </w:pPr>
            <w:r>
              <w:rPr>
                <w:rStyle w:val="ChildNameChar"/>
                <w:b/>
              </w:rPr>
              <w:t>Ch</w:t>
            </w:r>
            <w:r w:rsidRPr="002F27AA">
              <w:rPr>
                <w:rStyle w:val="ChildNameChar"/>
                <w:b/>
              </w:rPr>
              <w:t>ild’s Name</w:t>
            </w:r>
            <w:r>
              <w:rPr>
                <w:rStyle w:val="ChildNameChar"/>
                <w:b/>
              </w:rPr>
              <w:t>:</w:t>
            </w:r>
          </w:p>
        </w:tc>
        <w:tc>
          <w:tcPr>
            <w:tcW w:w="3685" w:type="dxa"/>
            <w:tcBorders>
              <w:top w:val="single" w:sz="48" w:space="0" w:color="FFFFFF" w:themeColor="background1"/>
            </w:tcBorders>
            <w:shd w:val="clear" w:color="auto" w:fill="FFD966" w:themeFill="accent4" w:themeFillTint="99"/>
            <w:vAlign w:val="center"/>
          </w:tcPr>
          <w:p w:rsidR="00035987" w:rsidRPr="002F27AA" w:rsidRDefault="00035987" w:rsidP="000B0624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Style w:val="MedicalConcernsChar"/>
                <w:rFonts w:asciiTheme="majorHAnsi" w:hAnsiTheme="majorHAnsi"/>
                <w:b/>
                <w:sz w:val="22"/>
              </w:rPr>
              <w:t xml:space="preserve"> </w:t>
            </w:r>
            <w:r w:rsidRPr="002F27AA">
              <w:rPr>
                <w:rStyle w:val="MedicalConcernsChar"/>
                <w:rFonts w:asciiTheme="majorHAnsi" w:hAnsiTheme="majorHAnsi"/>
                <w:b/>
                <w:sz w:val="22"/>
              </w:rPr>
              <w:t>Medical conditions or concerns:</w:t>
            </w:r>
          </w:p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 w:right="115"/>
            </w:pPr>
            <w:sdt>
              <w:sdtPr>
                <w:id w:val="1615336545"/>
                <w:placeholder>
                  <w:docPart w:val="1E99B79C633E43AAB8EC7EBB9CE12EFD"/>
                </w:placeholder>
                <w:showingPlcHdr/>
              </w:sdtPr>
              <w:sdtEndPr/>
              <w:sdtContent>
                <w:r w:rsidR="00035987">
                  <w:t xml:space="preserve">A. Primary Emergency contact/relationship: </w:t>
                </w:r>
              </w:sdtContent>
            </w:sdt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D58433" wp14:editId="1B3D8075">
                      <wp:extent cx="90805" cy="90805"/>
                      <wp:effectExtent l="0" t="0" r="23495" b="23495"/>
                      <wp:docPr id="307" name="Rectangle 2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BE57E6" id="Rectangle 2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nx0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w/p8d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175B996" wp14:editId="3C5D61FF">
                      <wp:extent cx="90805" cy="90805"/>
                      <wp:effectExtent l="0" t="0" r="23495" b="23495"/>
                      <wp:docPr id="308" name="Rectangle 4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9DC71" id="Rectangle 4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A40l+L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Home: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853772" wp14:editId="42ACF904">
                      <wp:extent cx="90805" cy="90805"/>
                      <wp:effectExtent l="0" t="0" r="23495" b="23495"/>
                      <wp:docPr id="309" name="Rectangle 6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8076BB" id="Rectangle 6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3dAMK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7470" w:type="dxa"/>
            <w:gridSpan w:val="9"/>
            <w:shd w:val="clear" w:color="auto" w:fill="auto"/>
            <w:vAlign w:val="center"/>
          </w:tcPr>
          <w:p w:rsidR="00035987" w:rsidRDefault="00222ACE" w:rsidP="000B0624">
            <w:pPr>
              <w:pStyle w:val="ContactInfo"/>
              <w:framePr w:hSpace="0" w:wrap="auto" w:vAnchor="margin" w:hAnchor="text" w:xAlign="left" w:yAlign="inline"/>
              <w:ind w:left="115"/>
            </w:pPr>
            <w:sdt>
              <w:sdtPr>
                <w:id w:val="204613662"/>
                <w:placeholder>
                  <w:docPart w:val="272D942BF84548A396D132144F470D61"/>
                </w:placeholder>
                <w:showingPlcHdr/>
              </w:sdtPr>
              <w:sdtEndPr/>
              <w:sdtContent>
                <w:r w:rsidR="00035987">
                  <w:rPr>
                    <w:rStyle w:val="PlaceholderText"/>
                    <w:color w:val="000000" w:themeColor="text1"/>
                  </w:rPr>
                  <w:t xml:space="preserve">B. Secondary emergency contact/relationship: </w:t>
                </w:r>
              </w:sdtContent>
            </w:sdt>
          </w:p>
        </w:tc>
        <w:tc>
          <w:tcPr>
            <w:tcW w:w="3685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  <w:tr w:rsidR="00035987" w:rsidTr="000B0624">
        <w:trPr>
          <w:trHeight w:val="412"/>
        </w:trPr>
        <w:tc>
          <w:tcPr>
            <w:tcW w:w="27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D9D7D0" wp14:editId="4038F35F">
                      <wp:extent cx="90805" cy="90805"/>
                      <wp:effectExtent l="0" t="0" r="23495" b="23495"/>
                      <wp:docPr id="310" name="Rectangle 3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F524B5" id="Rectangle 3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CWOrt5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Work: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DD4ED0" wp14:editId="3C257BEC">
                      <wp:extent cx="90805" cy="90805"/>
                      <wp:effectExtent l="0" t="0" r="23495" b="23495"/>
                      <wp:docPr id="311" name="Rectangle 5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B60A1D" id="Rectangle 5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 w:rsidRPr="00491311">
              <w:t xml:space="preserve">Home: 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27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0FD7F7" wp14:editId="4BDCE04B">
                      <wp:extent cx="90805" cy="90805"/>
                      <wp:effectExtent l="0" t="0" r="23495" b="23495"/>
                      <wp:docPr id="312" name="Rectangle 7" descr="check recta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A23016" id="Rectangle 7" o:spid="_x0000_s1026" alt="check rectangle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  <w:r>
              <w:t>Cell:</w:t>
            </w:r>
          </w:p>
        </w:tc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035987" w:rsidRDefault="00035987" w:rsidP="000B0624">
            <w:pPr>
              <w:pStyle w:val="ContactInfo"/>
              <w:framePr w:hSpace="0" w:wrap="auto" w:vAnchor="margin" w:hAnchor="text" w:xAlign="left" w:yAlign="inline"/>
            </w:pP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FFE599" w:themeFill="accent4" w:themeFillTint="66"/>
            <w:vAlign w:val="center"/>
          </w:tcPr>
          <w:p w:rsidR="00035987" w:rsidRDefault="00035987" w:rsidP="000B0624"/>
        </w:tc>
      </w:tr>
    </w:tbl>
    <w:p w:rsidR="00035987" w:rsidRDefault="00035987" w:rsidP="00035987">
      <w:pPr>
        <w:rPr>
          <w:sz w:val="4"/>
          <w:szCs w:val="4"/>
        </w:rPr>
      </w:pPr>
    </w:p>
    <w:p w:rsidR="00D42AD1" w:rsidRPr="00C05FDD" w:rsidRDefault="00D42AD1" w:rsidP="00D4375C">
      <w:pPr>
        <w:rPr>
          <w:sz w:val="4"/>
          <w:szCs w:val="4"/>
        </w:rPr>
      </w:pPr>
    </w:p>
    <w:sectPr w:rsidR="00D42AD1" w:rsidRPr="00C05FDD" w:rsidSect="00C05FDD">
      <w:footerReference w:type="default" r:id="rId7"/>
      <w:pgSz w:w="12240" w:h="15840" w:code="1"/>
      <w:pgMar w:top="0" w:right="720" w:bottom="288" w:left="576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ACE" w:rsidRDefault="00222ACE" w:rsidP="00491311">
      <w:r>
        <w:separator/>
      </w:r>
    </w:p>
  </w:endnote>
  <w:endnote w:type="continuationSeparator" w:id="0">
    <w:p w:rsidR="00222ACE" w:rsidRDefault="00222ACE" w:rsidP="0049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717060"/>
      <w:docPartObj>
        <w:docPartGallery w:val="Page Numbers (Bottom of Page)"/>
        <w:docPartUnique/>
      </w:docPartObj>
    </w:sdtPr>
    <w:sdtEndPr/>
    <w:sdtContent>
      <w:p w:rsidR="00491311" w:rsidRDefault="00D4375C" w:rsidP="00C05F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5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ACE" w:rsidRDefault="00222ACE" w:rsidP="00491311">
      <w:r>
        <w:separator/>
      </w:r>
    </w:p>
  </w:footnote>
  <w:footnote w:type="continuationSeparator" w:id="0">
    <w:p w:rsidR="00222ACE" w:rsidRDefault="00222ACE" w:rsidP="0049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CB277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12E33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1832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7A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47274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D8B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C2EA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992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B66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FC8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E23"/>
    <w:rsid w:val="00035987"/>
    <w:rsid w:val="00046622"/>
    <w:rsid w:val="00093182"/>
    <w:rsid w:val="00222ACE"/>
    <w:rsid w:val="002E5896"/>
    <w:rsid w:val="002F27AA"/>
    <w:rsid w:val="00491311"/>
    <w:rsid w:val="004A3E23"/>
    <w:rsid w:val="004D4611"/>
    <w:rsid w:val="004E14A8"/>
    <w:rsid w:val="00532BC8"/>
    <w:rsid w:val="00704772"/>
    <w:rsid w:val="007322EE"/>
    <w:rsid w:val="00793D46"/>
    <w:rsid w:val="008136C2"/>
    <w:rsid w:val="008665E5"/>
    <w:rsid w:val="009061D5"/>
    <w:rsid w:val="00A16644"/>
    <w:rsid w:val="00B51148"/>
    <w:rsid w:val="00C05FDD"/>
    <w:rsid w:val="00C53006"/>
    <w:rsid w:val="00D42AD1"/>
    <w:rsid w:val="00D4375C"/>
    <w:rsid w:val="00DB1546"/>
    <w:rsid w:val="00F568FC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B19C8"/>
  <w15:docId w15:val="{095E91C4-1268-4012-8E47-0DEEDA49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91311"/>
    <w:rPr>
      <w:rFonts w:asciiTheme="minorHAnsi" w:hAnsiTheme="min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D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793D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46"/>
    <w:rPr>
      <w:rFonts w:ascii="Tahoma" w:hAnsi="Tahoma" w:cs="Tahoma"/>
      <w:sz w:val="16"/>
      <w:szCs w:val="16"/>
    </w:rPr>
  </w:style>
  <w:style w:type="paragraph" w:customStyle="1" w:styleId="ContactInfo">
    <w:name w:val="Contact Info"/>
    <w:basedOn w:val="Normal"/>
    <w:link w:val="ContactInfoChar"/>
    <w:qFormat/>
    <w:rsid w:val="00793D46"/>
    <w:pPr>
      <w:framePr w:hSpace="180" w:wrap="around" w:vAnchor="text" w:hAnchor="margin" w:xAlign="center" w:y="1865"/>
      <w:contextualSpacing/>
    </w:pPr>
    <w:rPr>
      <w:color w:val="000000" w:themeColor="text1"/>
      <w:szCs w:val="24"/>
      <w:lang w:bidi="en-US"/>
    </w:rPr>
  </w:style>
  <w:style w:type="character" w:customStyle="1" w:styleId="ContactInfoChar">
    <w:name w:val="Contact Info Char"/>
    <w:basedOn w:val="DefaultParagraphFont"/>
    <w:link w:val="ContactInfo"/>
    <w:rsid w:val="00793D46"/>
    <w:rPr>
      <w:rFonts w:asciiTheme="minorHAnsi" w:hAnsiTheme="minorHAnsi"/>
      <w:color w:val="000000" w:themeColor="text1"/>
      <w:sz w:val="20"/>
      <w:szCs w:val="24"/>
      <w:lang w:bidi="en-US"/>
    </w:rPr>
  </w:style>
  <w:style w:type="paragraph" w:styleId="Title">
    <w:name w:val="Title"/>
    <w:basedOn w:val="Emergency"/>
    <w:next w:val="Normal"/>
    <w:link w:val="TitleChar"/>
    <w:uiPriority w:val="10"/>
    <w:rsid w:val="00491311"/>
    <w:pPr>
      <w:jc w:val="left"/>
    </w:pPr>
  </w:style>
  <w:style w:type="character" w:customStyle="1" w:styleId="TitleChar">
    <w:name w:val="Title Char"/>
    <w:basedOn w:val="DefaultParagraphFont"/>
    <w:link w:val="Title"/>
    <w:uiPriority w:val="10"/>
    <w:rsid w:val="00491311"/>
    <w:rPr>
      <w:rFonts w:asciiTheme="majorHAnsi" w:hAnsiTheme="majorHAnsi"/>
      <w:b/>
      <w:color w:val="000000" w:themeColor="text1"/>
      <w:sz w:val="36"/>
      <w:szCs w:val="24"/>
      <w:lang w:bidi="en-US"/>
    </w:rPr>
  </w:style>
  <w:style w:type="paragraph" w:customStyle="1" w:styleId="ChildName">
    <w:name w:val="Child Name"/>
    <w:basedOn w:val="Normal"/>
    <w:next w:val="Normal"/>
    <w:link w:val="ChildNameChar"/>
    <w:qFormat/>
    <w:rsid w:val="002F27AA"/>
    <w:pPr>
      <w:framePr w:hSpace="180" w:wrap="around" w:vAnchor="text" w:hAnchor="text" w:x="85" w:y="942"/>
    </w:pPr>
    <w:rPr>
      <w:rFonts w:asciiTheme="majorHAnsi" w:hAnsiTheme="majorHAnsi"/>
      <w:b/>
      <w:color w:val="000000" w:themeColor="text1"/>
      <w:spacing w:val="20"/>
      <w:sz w:val="22"/>
      <w:szCs w:val="24"/>
      <w:lang w:bidi="en-US"/>
    </w:rPr>
  </w:style>
  <w:style w:type="character" w:customStyle="1" w:styleId="ChildNameChar">
    <w:name w:val="Child Name Char"/>
    <w:basedOn w:val="DefaultParagraphFont"/>
    <w:link w:val="ChildName"/>
    <w:rsid w:val="002F27AA"/>
    <w:rPr>
      <w:rFonts w:asciiTheme="majorHAnsi" w:hAnsiTheme="majorHAnsi"/>
      <w:b/>
      <w:color w:val="000000" w:themeColor="text1"/>
      <w:spacing w:val="20"/>
      <w:szCs w:val="24"/>
      <w:lang w:bidi="en-US"/>
    </w:rPr>
  </w:style>
  <w:style w:type="paragraph" w:customStyle="1" w:styleId="MedicalConcerns">
    <w:name w:val="MedicalConcerns"/>
    <w:basedOn w:val="Normal"/>
    <w:link w:val="MedicalConcernsChar"/>
    <w:qFormat/>
    <w:rsid w:val="00793D46"/>
    <w:pPr>
      <w:framePr w:hSpace="180" w:wrap="around" w:vAnchor="text" w:hAnchor="margin" w:x="378" w:y="923"/>
    </w:pPr>
    <w:rPr>
      <w:color w:val="000000" w:themeColor="text1"/>
      <w:szCs w:val="24"/>
      <w:lang w:bidi="en-US"/>
    </w:rPr>
  </w:style>
  <w:style w:type="character" w:customStyle="1" w:styleId="MedicalConcernsChar">
    <w:name w:val="MedicalConcerns Char"/>
    <w:basedOn w:val="DefaultParagraphFont"/>
    <w:link w:val="MedicalConcerns"/>
    <w:rsid w:val="00793D46"/>
    <w:rPr>
      <w:rFonts w:asciiTheme="minorHAnsi" w:hAnsiTheme="minorHAnsi"/>
      <w:color w:val="000000" w:themeColor="text1"/>
      <w:sz w:val="20"/>
      <w:szCs w:val="24"/>
      <w:lang w:bidi="en-US"/>
    </w:rPr>
  </w:style>
  <w:style w:type="paragraph" w:customStyle="1" w:styleId="Emergency">
    <w:name w:val="Emergency"/>
    <w:basedOn w:val="Normal"/>
    <w:link w:val="EmergencyChar"/>
    <w:qFormat/>
    <w:rsid w:val="00C05FDD"/>
    <w:pPr>
      <w:jc w:val="center"/>
    </w:pPr>
    <w:rPr>
      <w:rFonts w:asciiTheme="majorHAnsi" w:hAnsiTheme="majorHAnsi"/>
      <w:b/>
      <w:color w:val="FFFFFF" w:themeColor="background1"/>
      <w:sz w:val="36"/>
      <w:szCs w:val="24"/>
      <w:lang w:bidi="en-US"/>
    </w:rPr>
  </w:style>
  <w:style w:type="character" w:customStyle="1" w:styleId="EmergencyChar">
    <w:name w:val="Emergency Char"/>
    <w:basedOn w:val="DefaultParagraphFont"/>
    <w:link w:val="Emergency"/>
    <w:rsid w:val="00C05FDD"/>
    <w:rPr>
      <w:rFonts w:asciiTheme="majorHAnsi" w:hAnsiTheme="majorHAnsi"/>
      <w:b/>
      <w:color w:val="FFFFFF" w:themeColor="background1"/>
      <w:sz w:val="36"/>
      <w:szCs w:val="24"/>
      <w:lang w:bidi="en-US"/>
    </w:rPr>
  </w:style>
  <w:style w:type="paragraph" w:customStyle="1" w:styleId="SchoolGradeName">
    <w:name w:val="SchoolGradeName"/>
    <w:basedOn w:val="Normal"/>
    <w:link w:val="SchoolGradeNameChar"/>
    <w:qFormat/>
    <w:rsid w:val="002F27AA"/>
    <w:pPr>
      <w:spacing w:line="276" w:lineRule="auto"/>
      <w:jc w:val="center"/>
    </w:pPr>
    <w:rPr>
      <w:rFonts w:asciiTheme="majorHAnsi" w:hAnsiTheme="majorHAnsi"/>
      <w:b/>
      <w:color w:val="FFFFFF" w:themeColor="background1"/>
      <w:szCs w:val="24"/>
      <w:lang w:bidi="en-US"/>
    </w:rPr>
  </w:style>
  <w:style w:type="character" w:customStyle="1" w:styleId="SchoolGradeNameChar">
    <w:name w:val="SchoolGradeName Char"/>
    <w:basedOn w:val="DefaultParagraphFont"/>
    <w:link w:val="SchoolGradeName"/>
    <w:rsid w:val="002F27AA"/>
    <w:rPr>
      <w:rFonts w:asciiTheme="majorHAnsi" w:hAnsiTheme="majorHAnsi"/>
      <w:b/>
      <w:color w:val="FFFFFF" w:themeColor="background1"/>
      <w:sz w:val="20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91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311"/>
    <w:rPr>
      <w:rFonts w:asciiTheme="minorHAnsi" w:hAnsiTheme="minorHAnsi"/>
      <w:sz w:val="20"/>
    </w:rPr>
  </w:style>
  <w:style w:type="paragraph" w:styleId="Footer">
    <w:name w:val="footer"/>
    <w:basedOn w:val="Normal"/>
    <w:link w:val="FooterChar"/>
    <w:uiPriority w:val="99"/>
    <w:unhideWhenUsed/>
    <w:rsid w:val="00491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311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lass%20emergency%20phone%20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E301B4E3E65469D8630D9C0A5479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B7FD-EBDF-4B7B-99C6-50C0E6C32B30}"/>
      </w:docPartPr>
      <w:docPartBody>
        <w:p w:rsidR="00000000" w:rsidRDefault="008437C3">
          <w:pPr>
            <w:pStyle w:val="2E301B4E3E65469D8630D9C0A5479EB3"/>
          </w:pPr>
          <w:r>
            <w:t xml:space="preserve">A. Primary Emergency contact/relationship: </w:t>
          </w:r>
        </w:p>
      </w:docPartBody>
    </w:docPart>
    <w:docPart>
      <w:docPartPr>
        <w:name w:val="823611880B7D44B79FA0B8FA481A4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CE9BE-1008-4719-BD16-6D811E0BEE68}"/>
      </w:docPartPr>
      <w:docPartBody>
        <w:p w:rsidR="00000000" w:rsidRDefault="008437C3">
          <w:pPr>
            <w:pStyle w:val="823611880B7D44B79FA0B8FA481A4723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B532D6FCADBF47719F067E71E8B08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FE445-6ED6-4F4E-8367-BC9526B8C97A}"/>
      </w:docPartPr>
      <w:docPartBody>
        <w:p w:rsidR="00000000" w:rsidRDefault="008437C3">
          <w:pPr>
            <w:pStyle w:val="B532D6FCADBF47719F067E71E8B08E96"/>
          </w:pPr>
          <w:r>
            <w:t xml:space="preserve">A. Primary Emergency contact/relationship: </w:t>
          </w:r>
        </w:p>
      </w:docPartBody>
    </w:docPart>
    <w:docPart>
      <w:docPartPr>
        <w:name w:val="386ADCA163C54ADB9DF99234CB908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D80B4-F31D-4095-B5D0-DEC02E2BB307}"/>
      </w:docPartPr>
      <w:docPartBody>
        <w:p w:rsidR="00000000" w:rsidRDefault="008437C3">
          <w:pPr>
            <w:pStyle w:val="386ADCA163C54ADB9DF99234CB9086BD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B47CFCF58B024DC89D7E3EC95CB1D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BE35B-9CBC-40AD-B38F-E9BFEAB7648F}"/>
      </w:docPartPr>
      <w:docPartBody>
        <w:p w:rsidR="00000000" w:rsidRDefault="008437C3">
          <w:pPr>
            <w:pStyle w:val="B47CFCF58B024DC89D7E3EC95CB1D599"/>
          </w:pPr>
          <w:r>
            <w:t xml:space="preserve">A. Primary Emergency contact/relationship: </w:t>
          </w:r>
        </w:p>
      </w:docPartBody>
    </w:docPart>
    <w:docPart>
      <w:docPartPr>
        <w:name w:val="3CA3668DFC66460386017F97C4D10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261CA-CDB8-4763-9ECD-6C357E1A8F0D}"/>
      </w:docPartPr>
      <w:docPartBody>
        <w:p w:rsidR="00000000" w:rsidRDefault="008437C3">
          <w:pPr>
            <w:pStyle w:val="3CA3668DFC66460386017F97C4D10242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0DA0C25DA5A14C1B8187BE864F0B2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4466B-D1BB-44C3-8CAA-442B313AAE6C}"/>
      </w:docPartPr>
      <w:docPartBody>
        <w:p w:rsidR="00000000" w:rsidRDefault="008437C3">
          <w:pPr>
            <w:pStyle w:val="0DA0C25DA5A14C1B8187BE864F0B27AE"/>
          </w:pPr>
          <w:r>
            <w:t xml:space="preserve">A. Primary Emergency contact/relationship: </w:t>
          </w:r>
        </w:p>
      </w:docPartBody>
    </w:docPart>
    <w:docPart>
      <w:docPartPr>
        <w:name w:val="970B322C61094C409CCD4D5DBD666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5CDD7-0818-4A24-9B42-167226E31F96}"/>
      </w:docPartPr>
      <w:docPartBody>
        <w:p w:rsidR="00000000" w:rsidRDefault="008437C3">
          <w:pPr>
            <w:pStyle w:val="970B322C61094C409CCD4D5DBD666A66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42C71AA5F8864F38AB2A436091F33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4B989-264B-4F7D-B969-C43BA420118B}"/>
      </w:docPartPr>
      <w:docPartBody>
        <w:p w:rsidR="00000000" w:rsidRDefault="008437C3">
          <w:pPr>
            <w:pStyle w:val="42C71AA5F8864F38AB2A436091F33E3A"/>
          </w:pPr>
          <w:r>
            <w:t xml:space="preserve">A. Primary Emergency contact/relationship: </w:t>
          </w:r>
        </w:p>
      </w:docPartBody>
    </w:docPart>
    <w:docPart>
      <w:docPartPr>
        <w:name w:val="8D465D57B2454CB4860EB6DD284C1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D64D2-199C-45FD-B930-BF4D69642FBB}"/>
      </w:docPartPr>
      <w:docPartBody>
        <w:p w:rsidR="00000000" w:rsidRDefault="008437C3">
          <w:pPr>
            <w:pStyle w:val="8D465D57B2454CB4860EB6DD284C1600"/>
          </w:pPr>
          <w:r>
            <w:rPr>
              <w:rStyle w:val="PlaceholderText"/>
            </w:rPr>
            <w:t>B. Secondary emergency contact/r</w:t>
          </w:r>
          <w:r>
            <w:rPr>
              <w:rStyle w:val="PlaceholderText"/>
            </w:rPr>
            <w:t xml:space="preserve">elationship: </w:t>
          </w:r>
        </w:p>
      </w:docPartBody>
    </w:docPart>
    <w:docPart>
      <w:docPartPr>
        <w:name w:val="3D16012E72E24A3AAA9124C264C6A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49DEA-23BB-4E33-AE95-07C763A74688}"/>
      </w:docPartPr>
      <w:docPartBody>
        <w:p w:rsidR="00000000" w:rsidRDefault="008437C3">
          <w:pPr>
            <w:pStyle w:val="3D16012E72E24A3AAA9124C264C6AA42"/>
          </w:pPr>
          <w:r>
            <w:t xml:space="preserve">A. Primary Emergency contact/relationship: </w:t>
          </w:r>
        </w:p>
      </w:docPartBody>
    </w:docPart>
    <w:docPart>
      <w:docPartPr>
        <w:name w:val="65B3ACE9AE6B4F9F96B717D765B48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E258F-2CE6-4005-BCB7-40C5F3A8E407}"/>
      </w:docPartPr>
      <w:docPartBody>
        <w:p w:rsidR="00000000" w:rsidRDefault="008437C3">
          <w:pPr>
            <w:pStyle w:val="65B3ACE9AE6B4F9F96B717D765B482C2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8BCCD3CE426848E7872C684EAC9F7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47179-EE85-458D-BD54-CD14A05D5D3E}"/>
      </w:docPartPr>
      <w:docPartBody>
        <w:p w:rsidR="00000000" w:rsidRDefault="008437C3">
          <w:pPr>
            <w:pStyle w:val="8BCCD3CE426848E7872C684EAC9F745E"/>
          </w:pPr>
          <w:r>
            <w:t xml:space="preserve">A. Primary Emergency contact/relationship: </w:t>
          </w:r>
        </w:p>
      </w:docPartBody>
    </w:docPart>
    <w:docPart>
      <w:docPartPr>
        <w:name w:val="6CF046F3626848559346DB85B4D05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DB7D3-8BAB-4FA3-B323-D8D2CCF499E9}"/>
      </w:docPartPr>
      <w:docPartBody>
        <w:p w:rsidR="00000000" w:rsidRDefault="008437C3">
          <w:pPr>
            <w:pStyle w:val="6CF046F3626848559346DB85B4D05923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BBD6BD22A7684D799F84CF7786BF9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6ACFD-0F6A-488B-BF67-AA9EB7A54CDD}"/>
      </w:docPartPr>
      <w:docPartBody>
        <w:p w:rsidR="00000000" w:rsidRDefault="008437C3">
          <w:pPr>
            <w:pStyle w:val="BBD6BD22A7684D799F84CF7786BF9F2A"/>
          </w:pPr>
          <w:r>
            <w:t xml:space="preserve">A. Primary Emergency contact/relationship: </w:t>
          </w:r>
        </w:p>
      </w:docPartBody>
    </w:docPart>
    <w:docPart>
      <w:docPartPr>
        <w:name w:val="897673A6A2A8478788132813E630F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70643-EB89-4F78-B32D-57E864358080}"/>
      </w:docPartPr>
      <w:docPartBody>
        <w:p w:rsidR="00000000" w:rsidRDefault="008437C3">
          <w:pPr>
            <w:pStyle w:val="897673A6A2A8478788132813E630FEE2"/>
          </w:pPr>
          <w:r>
            <w:rPr>
              <w:rStyle w:val="PlaceholderText"/>
            </w:rPr>
            <w:t>B. Secondary emerg</w:t>
          </w:r>
          <w:r>
            <w:rPr>
              <w:rStyle w:val="PlaceholderText"/>
            </w:rPr>
            <w:t xml:space="preserve">ency contact/relationship: </w:t>
          </w:r>
        </w:p>
      </w:docPartBody>
    </w:docPart>
    <w:docPart>
      <w:docPartPr>
        <w:name w:val="161DBA3552964C20B4F7A4A9BE561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ACB69-A244-4F19-B599-4A76EA3E8DC0}"/>
      </w:docPartPr>
      <w:docPartBody>
        <w:p w:rsidR="00000000" w:rsidRDefault="008437C3">
          <w:pPr>
            <w:pStyle w:val="161DBA3552964C20B4F7A4A9BE5613BF"/>
          </w:pPr>
          <w:r>
            <w:t xml:space="preserve">A. Primary Emergency contact/relationship: </w:t>
          </w:r>
        </w:p>
      </w:docPartBody>
    </w:docPart>
    <w:docPart>
      <w:docPartPr>
        <w:name w:val="C710BDCF3B4F4598AAB89F14BD486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F13D0-FB22-4EFF-8EFA-229F0385AD96}"/>
      </w:docPartPr>
      <w:docPartBody>
        <w:p w:rsidR="00000000" w:rsidRDefault="008437C3">
          <w:pPr>
            <w:pStyle w:val="C710BDCF3B4F4598AAB89F14BD486430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887D79FFFAF14AE0988EE1FD4C2AB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0968D-178E-4A03-AFF4-C575233DA384}"/>
      </w:docPartPr>
      <w:docPartBody>
        <w:p w:rsidR="00000000" w:rsidRDefault="008437C3">
          <w:pPr>
            <w:pStyle w:val="887D79FFFAF14AE0988EE1FD4C2AB0E9"/>
          </w:pPr>
          <w:r>
            <w:t xml:space="preserve">A. Primary Emergency contact/relationship: </w:t>
          </w:r>
        </w:p>
      </w:docPartBody>
    </w:docPart>
    <w:docPart>
      <w:docPartPr>
        <w:name w:val="37B376E82B1E4144A8AEFA6D95C2E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59559-8E74-4C13-BFC2-9F75E2CF8874}"/>
      </w:docPartPr>
      <w:docPartBody>
        <w:p w:rsidR="00000000" w:rsidRDefault="008437C3">
          <w:pPr>
            <w:pStyle w:val="37B376E82B1E4144A8AEFA6D95C2E01F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A1F40B6027B54F0A99B193E6ABB5B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448FF-2130-4B8B-892B-71D3E0DA13B6}"/>
      </w:docPartPr>
      <w:docPartBody>
        <w:p w:rsidR="00000000" w:rsidRDefault="008437C3">
          <w:pPr>
            <w:pStyle w:val="A1F40B6027B54F0A99B193E6ABB5B116"/>
          </w:pPr>
          <w:r>
            <w:t xml:space="preserve">A. Primary Emergency contact/relationship: </w:t>
          </w:r>
        </w:p>
      </w:docPartBody>
    </w:docPart>
    <w:docPart>
      <w:docPartPr>
        <w:name w:val="8DCC204B591041648E6AD9980C9F4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20A1A-50D2-4DC7-9095-186B96CFF35B}"/>
      </w:docPartPr>
      <w:docPartBody>
        <w:p w:rsidR="00000000" w:rsidRDefault="008437C3">
          <w:pPr>
            <w:pStyle w:val="8DCC204B591041648E6AD9980C9F4376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6414D686B17F492F89EFE123488C5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C92B5-DDE2-441A-ACA7-EFE144373EC5}"/>
      </w:docPartPr>
      <w:docPartBody>
        <w:p w:rsidR="00000000" w:rsidRDefault="008437C3">
          <w:pPr>
            <w:pStyle w:val="6414D686B17F492F89EFE123488C5D78"/>
          </w:pPr>
          <w:r>
            <w:t xml:space="preserve">A. Primary Emergency contact/relationship: </w:t>
          </w:r>
        </w:p>
      </w:docPartBody>
    </w:docPart>
    <w:docPart>
      <w:docPartPr>
        <w:name w:val="8A7C9C1AA3454D1F8A1C1DF0DD025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1EFE-1A5C-4CA3-93DF-417DC4C6DB95}"/>
      </w:docPartPr>
      <w:docPartBody>
        <w:p w:rsidR="00000000" w:rsidRDefault="008437C3">
          <w:pPr>
            <w:pStyle w:val="8A7C9C1AA3454D1F8A1C1DF0DD0259F2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20066B85C47C4694A37FD0CB172ED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4BBAB-A1CB-4C09-9E73-D5DE4A85752B}"/>
      </w:docPartPr>
      <w:docPartBody>
        <w:p w:rsidR="00000000" w:rsidRDefault="008437C3">
          <w:pPr>
            <w:pStyle w:val="20066B85C47C4694A37FD0CB172ED71C"/>
          </w:pPr>
          <w:r>
            <w:t xml:space="preserve">A. Primary Emergency contact/relationship: </w:t>
          </w:r>
        </w:p>
      </w:docPartBody>
    </w:docPart>
    <w:docPart>
      <w:docPartPr>
        <w:name w:val="10152924D9EB4F268737B09D7E577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346AF-AC0E-41EA-82D0-9E42B512ABEB}"/>
      </w:docPartPr>
      <w:docPartBody>
        <w:p w:rsidR="00000000" w:rsidRDefault="008437C3">
          <w:pPr>
            <w:pStyle w:val="10152924D9EB4F268737B09D7E577A6A"/>
          </w:pPr>
          <w:r>
            <w:rPr>
              <w:rStyle w:val="PlaceholderText"/>
            </w:rPr>
            <w:t>B. Secondary emergency contact/r</w:t>
          </w:r>
          <w:r>
            <w:rPr>
              <w:rStyle w:val="PlaceholderText"/>
            </w:rPr>
            <w:t xml:space="preserve">elationship: </w:t>
          </w:r>
        </w:p>
      </w:docPartBody>
    </w:docPart>
    <w:docPart>
      <w:docPartPr>
        <w:name w:val="0C6571572BCD479BA11ADF17DFC6E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89671-B8CA-4370-81A8-C2DCB50D06F3}"/>
      </w:docPartPr>
      <w:docPartBody>
        <w:p w:rsidR="00000000" w:rsidRDefault="008437C3">
          <w:pPr>
            <w:pStyle w:val="0C6571572BCD479BA11ADF17DFC6E296"/>
          </w:pPr>
          <w:r>
            <w:t xml:space="preserve">A. Primary Emergency contact/relationship: </w:t>
          </w:r>
        </w:p>
      </w:docPartBody>
    </w:docPart>
    <w:docPart>
      <w:docPartPr>
        <w:name w:val="27CDB2B490884682ABD786217B08B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DD2C9-0835-4A62-BE0C-486235A219DB}"/>
      </w:docPartPr>
      <w:docPartBody>
        <w:p w:rsidR="00000000" w:rsidRDefault="008437C3">
          <w:pPr>
            <w:pStyle w:val="27CDB2B490884682ABD786217B08BDB1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74F8EC5C130B4579B5C1E9067265D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A1E42-CA6E-420D-B85F-FC9D82B3C6DD}"/>
      </w:docPartPr>
      <w:docPartBody>
        <w:p w:rsidR="00000000" w:rsidRDefault="008437C3">
          <w:pPr>
            <w:pStyle w:val="74F8EC5C130B4579B5C1E9067265D59C"/>
          </w:pPr>
          <w:r>
            <w:t xml:space="preserve">A. Primary Emergency contact/relationship: </w:t>
          </w:r>
        </w:p>
      </w:docPartBody>
    </w:docPart>
    <w:docPart>
      <w:docPartPr>
        <w:name w:val="71DB5B96D2464C4182FAFF7522DDB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0AA27-C217-4F4D-9BF6-6187093B49D4}"/>
      </w:docPartPr>
      <w:docPartBody>
        <w:p w:rsidR="00000000" w:rsidRDefault="008437C3">
          <w:pPr>
            <w:pStyle w:val="71DB5B96D2464C4182FAFF7522DDBCF6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7A8806FA6AF84A31AAE5B700F538F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05F5D-211D-4563-A011-765B5CD1B744}"/>
      </w:docPartPr>
      <w:docPartBody>
        <w:p w:rsidR="00000000" w:rsidRDefault="008437C3">
          <w:pPr>
            <w:pStyle w:val="7A8806FA6AF84A31AAE5B700F538F1AD"/>
          </w:pPr>
          <w:r>
            <w:t xml:space="preserve">A. Primary Emergency contact/relationship: </w:t>
          </w:r>
        </w:p>
      </w:docPartBody>
    </w:docPart>
    <w:docPart>
      <w:docPartPr>
        <w:name w:val="B9F55F2D809F46FAA38503B6248E9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B0E3C-2730-4549-BF5F-D38184760E3A}"/>
      </w:docPartPr>
      <w:docPartBody>
        <w:p w:rsidR="00000000" w:rsidRDefault="008437C3">
          <w:pPr>
            <w:pStyle w:val="B9F55F2D809F46FAA38503B6248E9258"/>
          </w:pPr>
          <w:r>
            <w:rPr>
              <w:rStyle w:val="PlaceholderText"/>
            </w:rPr>
            <w:t>B. Secondary emerg</w:t>
          </w:r>
          <w:r>
            <w:rPr>
              <w:rStyle w:val="PlaceholderText"/>
            </w:rPr>
            <w:t xml:space="preserve">ency contact/relationship: </w:t>
          </w:r>
        </w:p>
      </w:docPartBody>
    </w:docPart>
    <w:docPart>
      <w:docPartPr>
        <w:name w:val="6ED7856AD0A8485597A98A52D0008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F1BCA-1DE8-4505-8826-D5515E9F2C40}"/>
      </w:docPartPr>
      <w:docPartBody>
        <w:p w:rsidR="00000000" w:rsidRDefault="008437C3">
          <w:pPr>
            <w:pStyle w:val="6ED7856AD0A8485597A98A52D0008BCD"/>
          </w:pPr>
          <w:r>
            <w:t xml:space="preserve">A. Primary Emergency contact/relationship: </w:t>
          </w:r>
        </w:p>
      </w:docPartBody>
    </w:docPart>
    <w:docPart>
      <w:docPartPr>
        <w:name w:val="7D52089AB2AA4720B35FE2E27C895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15A1B-D578-4618-83E4-F5BC1F19B3B7}"/>
      </w:docPartPr>
      <w:docPartBody>
        <w:p w:rsidR="00000000" w:rsidRDefault="008437C3">
          <w:pPr>
            <w:pStyle w:val="7D52089AB2AA4720B35FE2E27C895855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B7ACF1DC71804BCB9C9BDC2BE0D5F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A7449-DA11-4BE4-8C56-F1F4F58F2972}"/>
      </w:docPartPr>
      <w:docPartBody>
        <w:p w:rsidR="00000000" w:rsidRDefault="008437C3">
          <w:pPr>
            <w:pStyle w:val="B7ACF1DC71804BCB9C9BDC2BE0D5F1CA"/>
          </w:pPr>
          <w:r>
            <w:t xml:space="preserve">A. Primary Emergency contact/relationship: </w:t>
          </w:r>
        </w:p>
      </w:docPartBody>
    </w:docPart>
    <w:docPart>
      <w:docPartPr>
        <w:name w:val="EEA95F3F033D46928B420D996FE72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C1500-5863-470E-82E6-705496867412}"/>
      </w:docPartPr>
      <w:docPartBody>
        <w:p w:rsidR="00000000" w:rsidRDefault="008437C3">
          <w:pPr>
            <w:pStyle w:val="EEA95F3F033D46928B420D996FE72D72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A1DE3C21DC274CAF851C0A7B11A05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A86AC-A57F-4878-B587-9AC950ED5927}"/>
      </w:docPartPr>
      <w:docPartBody>
        <w:p w:rsidR="00000000" w:rsidRDefault="008437C3">
          <w:pPr>
            <w:pStyle w:val="A1DE3C21DC274CAF851C0A7B11A05476"/>
          </w:pPr>
          <w:r>
            <w:t xml:space="preserve">A. Primary Emergency contact/relationship: </w:t>
          </w:r>
        </w:p>
      </w:docPartBody>
    </w:docPart>
    <w:docPart>
      <w:docPartPr>
        <w:name w:val="3AD12933C2A9423C9C703D5B64DE0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06917-3B5D-436A-90C7-DC4145C0886E}"/>
      </w:docPartPr>
      <w:docPartBody>
        <w:p w:rsidR="00000000" w:rsidRDefault="008437C3">
          <w:pPr>
            <w:pStyle w:val="3AD12933C2A9423C9C703D5B64DE0C60"/>
          </w:pPr>
          <w:r>
            <w:rPr>
              <w:rStyle w:val="PlaceholderText"/>
            </w:rPr>
            <w:t>B. S</w:t>
          </w:r>
          <w:r>
            <w:rPr>
              <w:rStyle w:val="PlaceholderText"/>
            </w:rPr>
            <w:t xml:space="preserve">econdary emergency contact/relationship: </w:t>
          </w:r>
        </w:p>
      </w:docPartBody>
    </w:docPart>
    <w:docPart>
      <w:docPartPr>
        <w:name w:val="46571D62B4704B0591546E79E559B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CD3DA-5408-4D1F-8F18-48EADC07B063}"/>
      </w:docPartPr>
      <w:docPartBody>
        <w:p w:rsidR="00000000" w:rsidRDefault="008437C3">
          <w:pPr>
            <w:pStyle w:val="46571D62B4704B0591546E79E559B242"/>
          </w:pPr>
          <w:r>
            <w:t xml:space="preserve">A. Primary Emergency contact/relationship: </w:t>
          </w:r>
        </w:p>
      </w:docPartBody>
    </w:docPart>
    <w:docPart>
      <w:docPartPr>
        <w:name w:val="0A255B8EE87749BBB74F2715DF5DA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E73BC-5F1F-4007-BA5F-B5E707C6A30C}"/>
      </w:docPartPr>
      <w:docPartBody>
        <w:p w:rsidR="00000000" w:rsidRDefault="008437C3">
          <w:pPr>
            <w:pStyle w:val="0A255B8EE87749BBB74F2715DF5DA73D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27B2EA70D83C4B8385D6AF38E37FB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E16D7-E101-414B-8F94-F33B9D931280}"/>
      </w:docPartPr>
      <w:docPartBody>
        <w:p w:rsidR="00000000" w:rsidRDefault="008437C3">
          <w:pPr>
            <w:pStyle w:val="27B2EA70D83C4B8385D6AF38E37FB6AE"/>
          </w:pPr>
          <w:r>
            <w:t xml:space="preserve">A. Primary Emergency contact/relationship: </w:t>
          </w:r>
        </w:p>
      </w:docPartBody>
    </w:docPart>
    <w:docPart>
      <w:docPartPr>
        <w:name w:val="1AE152F347CB4782A86C2C479BFA3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327B2-4FE1-46E4-BF80-92AF94AEB8FC}"/>
      </w:docPartPr>
      <w:docPartBody>
        <w:p w:rsidR="00000000" w:rsidRDefault="008437C3">
          <w:pPr>
            <w:pStyle w:val="1AE152F347CB4782A86C2C479BFA3AF2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7153562837F04AD4A15070D395AAB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759A2-948F-4190-9178-F18FA1C03AAB}"/>
      </w:docPartPr>
      <w:docPartBody>
        <w:p w:rsidR="00000000" w:rsidRDefault="008437C3">
          <w:pPr>
            <w:pStyle w:val="7153562837F04AD4A15070D395AAB60C"/>
          </w:pPr>
          <w:r>
            <w:t>A. Primary Emergency contact/relat</w:t>
          </w:r>
          <w:r>
            <w:t xml:space="preserve">ionship: </w:t>
          </w:r>
        </w:p>
      </w:docPartBody>
    </w:docPart>
    <w:docPart>
      <w:docPartPr>
        <w:name w:val="8B344DE281FC4063834A0EC9A4A29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4589F-7C07-4183-9C53-5799A0443E82}"/>
      </w:docPartPr>
      <w:docPartBody>
        <w:p w:rsidR="00000000" w:rsidRDefault="008437C3">
          <w:pPr>
            <w:pStyle w:val="8B344DE281FC4063834A0EC9A4A29CE1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8D4F262952AB44EBA913E91D71661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79442-6443-4569-A7E0-152390FA1773}"/>
      </w:docPartPr>
      <w:docPartBody>
        <w:p w:rsidR="00000000" w:rsidRDefault="008437C3">
          <w:pPr>
            <w:pStyle w:val="8D4F262952AB44EBA913E91D71661B70"/>
          </w:pPr>
          <w:r>
            <w:t xml:space="preserve">A. Primary Emergency contact/relationship: </w:t>
          </w:r>
        </w:p>
      </w:docPartBody>
    </w:docPart>
    <w:docPart>
      <w:docPartPr>
        <w:name w:val="273B70EECBA34BCDACA438397796B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499BB-3433-40A9-AEF7-F6C10F8F481B}"/>
      </w:docPartPr>
      <w:docPartBody>
        <w:p w:rsidR="00000000" w:rsidRDefault="008437C3">
          <w:pPr>
            <w:pStyle w:val="273B70EECBA34BCDACA438397796B5BB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1E99B79C633E43AAB8EC7EBB9CE12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6C96F-554A-443F-AC30-B8A2F77A3329}"/>
      </w:docPartPr>
      <w:docPartBody>
        <w:p w:rsidR="00000000" w:rsidRDefault="008437C3">
          <w:pPr>
            <w:pStyle w:val="1E99B79C633E43AAB8EC7EBB9CE12EFD"/>
          </w:pPr>
          <w:r>
            <w:t xml:space="preserve">A. Primary Emergency contact/relationship: </w:t>
          </w:r>
        </w:p>
      </w:docPartBody>
    </w:docPart>
    <w:docPart>
      <w:docPartPr>
        <w:name w:val="272D942BF84548A396D132144F470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B53AC-A496-4054-9AC9-D02AA6DCE105}"/>
      </w:docPartPr>
      <w:docPartBody>
        <w:p w:rsidR="00000000" w:rsidRDefault="008437C3">
          <w:pPr>
            <w:pStyle w:val="272D942BF84548A396D132144F470D61"/>
          </w:pPr>
          <w:r>
            <w:rPr>
              <w:rStyle w:val="PlaceholderText"/>
            </w:rPr>
            <w:t xml:space="preserve">B. Secondary emergency contact/relationship: </w:t>
          </w:r>
        </w:p>
      </w:docPartBody>
    </w:docPart>
    <w:docPart>
      <w:docPartPr>
        <w:name w:val="875967E71A3D49678D580CC61F1EE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0FA26-B8C5-43A5-BD4C-85F8B14FF5D5}"/>
      </w:docPartPr>
      <w:docPartBody>
        <w:p w:rsidR="00000000" w:rsidRDefault="008437C3">
          <w:pPr>
            <w:pStyle w:val="875967E71A3D49678D580CC61F1EE301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C3"/>
    <w:rsid w:val="0084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301B4E3E65469D8630D9C0A5479EB3">
    <w:name w:val="2E301B4E3E65469D8630D9C0A5479EB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23611880B7D44B79FA0B8FA481A4723">
    <w:name w:val="823611880B7D44B79FA0B8FA481A4723"/>
  </w:style>
  <w:style w:type="paragraph" w:customStyle="1" w:styleId="B532D6FCADBF47719F067E71E8B08E96">
    <w:name w:val="B532D6FCADBF47719F067E71E8B08E96"/>
  </w:style>
  <w:style w:type="paragraph" w:customStyle="1" w:styleId="386ADCA163C54ADB9DF99234CB9086BD">
    <w:name w:val="386ADCA163C54ADB9DF99234CB9086BD"/>
  </w:style>
  <w:style w:type="paragraph" w:customStyle="1" w:styleId="B47CFCF58B024DC89D7E3EC95CB1D599">
    <w:name w:val="B47CFCF58B024DC89D7E3EC95CB1D599"/>
  </w:style>
  <w:style w:type="paragraph" w:customStyle="1" w:styleId="3CA3668DFC66460386017F97C4D10242">
    <w:name w:val="3CA3668DFC66460386017F97C4D10242"/>
  </w:style>
  <w:style w:type="paragraph" w:customStyle="1" w:styleId="0DA0C25DA5A14C1B8187BE864F0B27AE">
    <w:name w:val="0DA0C25DA5A14C1B8187BE864F0B27AE"/>
  </w:style>
  <w:style w:type="paragraph" w:customStyle="1" w:styleId="970B322C61094C409CCD4D5DBD666A66">
    <w:name w:val="970B322C61094C409CCD4D5DBD666A66"/>
  </w:style>
  <w:style w:type="paragraph" w:customStyle="1" w:styleId="42C71AA5F8864F38AB2A436091F33E3A">
    <w:name w:val="42C71AA5F8864F38AB2A436091F33E3A"/>
  </w:style>
  <w:style w:type="paragraph" w:customStyle="1" w:styleId="8D465D57B2454CB4860EB6DD284C1600">
    <w:name w:val="8D465D57B2454CB4860EB6DD284C1600"/>
  </w:style>
  <w:style w:type="paragraph" w:customStyle="1" w:styleId="3D16012E72E24A3AAA9124C264C6AA42">
    <w:name w:val="3D16012E72E24A3AAA9124C264C6AA42"/>
  </w:style>
  <w:style w:type="paragraph" w:customStyle="1" w:styleId="65B3ACE9AE6B4F9F96B717D765B482C2">
    <w:name w:val="65B3ACE9AE6B4F9F96B717D765B482C2"/>
  </w:style>
  <w:style w:type="paragraph" w:customStyle="1" w:styleId="8BCCD3CE426848E7872C684EAC9F745E">
    <w:name w:val="8BCCD3CE426848E7872C684EAC9F745E"/>
  </w:style>
  <w:style w:type="paragraph" w:customStyle="1" w:styleId="6CF046F3626848559346DB85B4D05923">
    <w:name w:val="6CF046F3626848559346DB85B4D05923"/>
  </w:style>
  <w:style w:type="paragraph" w:customStyle="1" w:styleId="BBD6BD22A7684D799F84CF7786BF9F2A">
    <w:name w:val="BBD6BD22A7684D799F84CF7786BF9F2A"/>
  </w:style>
  <w:style w:type="paragraph" w:customStyle="1" w:styleId="897673A6A2A8478788132813E630FEE2">
    <w:name w:val="897673A6A2A8478788132813E630FEE2"/>
  </w:style>
  <w:style w:type="paragraph" w:customStyle="1" w:styleId="161DBA3552964C20B4F7A4A9BE5613BF">
    <w:name w:val="161DBA3552964C20B4F7A4A9BE5613BF"/>
  </w:style>
  <w:style w:type="paragraph" w:customStyle="1" w:styleId="C710BDCF3B4F4598AAB89F14BD486430">
    <w:name w:val="C710BDCF3B4F4598AAB89F14BD486430"/>
  </w:style>
  <w:style w:type="paragraph" w:customStyle="1" w:styleId="887D79FFFAF14AE0988EE1FD4C2AB0E9">
    <w:name w:val="887D79FFFAF14AE0988EE1FD4C2AB0E9"/>
  </w:style>
  <w:style w:type="paragraph" w:customStyle="1" w:styleId="37B376E82B1E4144A8AEFA6D95C2E01F">
    <w:name w:val="37B376E82B1E4144A8AEFA6D95C2E01F"/>
  </w:style>
  <w:style w:type="paragraph" w:customStyle="1" w:styleId="A1F40B6027B54F0A99B193E6ABB5B116">
    <w:name w:val="A1F40B6027B54F0A99B193E6ABB5B116"/>
  </w:style>
  <w:style w:type="paragraph" w:customStyle="1" w:styleId="8DCC204B591041648E6AD9980C9F4376">
    <w:name w:val="8DCC204B591041648E6AD9980C9F4376"/>
  </w:style>
  <w:style w:type="paragraph" w:customStyle="1" w:styleId="6414D686B17F492F89EFE123488C5D78">
    <w:name w:val="6414D686B17F492F89EFE123488C5D78"/>
  </w:style>
  <w:style w:type="paragraph" w:customStyle="1" w:styleId="8A7C9C1AA3454D1F8A1C1DF0DD0259F2">
    <w:name w:val="8A7C9C1AA3454D1F8A1C1DF0DD0259F2"/>
  </w:style>
  <w:style w:type="paragraph" w:customStyle="1" w:styleId="20066B85C47C4694A37FD0CB172ED71C">
    <w:name w:val="20066B85C47C4694A37FD0CB172ED71C"/>
  </w:style>
  <w:style w:type="paragraph" w:customStyle="1" w:styleId="10152924D9EB4F268737B09D7E577A6A">
    <w:name w:val="10152924D9EB4F268737B09D7E577A6A"/>
  </w:style>
  <w:style w:type="paragraph" w:customStyle="1" w:styleId="0C6571572BCD479BA11ADF17DFC6E296">
    <w:name w:val="0C6571572BCD479BA11ADF17DFC6E296"/>
  </w:style>
  <w:style w:type="paragraph" w:customStyle="1" w:styleId="27CDB2B490884682ABD786217B08BDB1">
    <w:name w:val="27CDB2B490884682ABD786217B08BDB1"/>
  </w:style>
  <w:style w:type="paragraph" w:customStyle="1" w:styleId="74F8EC5C130B4579B5C1E9067265D59C">
    <w:name w:val="74F8EC5C130B4579B5C1E9067265D59C"/>
  </w:style>
  <w:style w:type="paragraph" w:customStyle="1" w:styleId="71DB5B96D2464C4182FAFF7522DDBCF6">
    <w:name w:val="71DB5B96D2464C4182FAFF7522DDBCF6"/>
  </w:style>
  <w:style w:type="paragraph" w:customStyle="1" w:styleId="7A8806FA6AF84A31AAE5B700F538F1AD">
    <w:name w:val="7A8806FA6AF84A31AAE5B700F538F1AD"/>
  </w:style>
  <w:style w:type="paragraph" w:customStyle="1" w:styleId="B9F55F2D809F46FAA38503B6248E9258">
    <w:name w:val="B9F55F2D809F46FAA38503B6248E9258"/>
  </w:style>
  <w:style w:type="paragraph" w:customStyle="1" w:styleId="6ED7856AD0A8485597A98A52D0008BCD">
    <w:name w:val="6ED7856AD0A8485597A98A52D0008BCD"/>
  </w:style>
  <w:style w:type="paragraph" w:customStyle="1" w:styleId="7D52089AB2AA4720B35FE2E27C895855">
    <w:name w:val="7D52089AB2AA4720B35FE2E27C895855"/>
  </w:style>
  <w:style w:type="paragraph" w:customStyle="1" w:styleId="B7ACF1DC71804BCB9C9BDC2BE0D5F1CA">
    <w:name w:val="B7ACF1DC71804BCB9C9BDC2BE0D5F1CA"/>
  </w:style>
  <w:style w:type="paragraph" w:customStyle="1" w:styleId="EEA95F3F033D46928B420D996FE72D72">
    <w:name w:val="EEA95F3F033D46928B420D996FE72D72"/>
  </w:style>
  <w:style w:type="paragraph" w:customStyle="1" w:styleId="A1DE3C21DC274CAF851C0A7B11A05476">
    <w:name w:val="A1DE3C21DC274CAF851C0A7B11A05476"/>
  </w:style>
  <w:style w:type="paragraph" w:customStyle="1" w:styleId="3AD12933C2A9423C9C703D5B64DE0C60">
    <w:name w:val="3AD12933C2A9423C9C703D5B64DE0C60"/>
  </w:style>
  <w:style w:type="paragraph" w:customStyle="1" w:styleId="46571D62B4704B0591546E79E559B242">
    <w:name w:val="46571D62B4704B0591546E79E559B242"/>
  </w:style>
  <w:style w:type="paragraph" w:customStyle="1" w:styleId="0A255B8EE87749BBB74F2715DF5DA73D">
    <w:name w:val="0A255B8EE87749BBB74F2715DF5DA73D"/>
  </w:style>
  <w:style w:type="paragraph" w:customStyle="1" w:styleId="27B2EA70D83C4B8385D6AF38E37FB6AE">
    <w:name w:val="27B2EA70D83C4B8385D6AF38E37FB6AE"/>
  </w:style>
  <w:style w:type="paragraph" w:customStyle="1" w:styleId="1AE152F347CB4782A86C2C479BFA3AF2">
    <w:name w:val="1AE152F347CB4782A86C2C479BFA3AF2"/>
  </w:style>
  <w:style w:type="paragraph" w:customStyle="1" w:styleId="7153562837F04AD4A15070D395AAB60C">
    <w:name w:val="7153562837F04AD4A15070D395AAB60C"/>
  </w:style>
  <w:style w:type="paragraph" w:customStyle="1" w:styleId="8B344DE281FC4063834A0EC9A4A29CE1">
    <w:name w:val="8B344DE281FC4063834A0EC9A4A29CE1"/>
  </w:style>
  <w:style w:type="paragraph" w:customStyle="1" w:styleId="8D4F262952AB44EBA913E91D71661B70">
    <w:name w:val="8D4F262952AB44EBA913E91D71661B70"/>
  </w:style>
  <w:style w:type="paragraph" w:customStyle="1" w:styleId="273B70EECBA34BCDACA438397796B5BB">
    <w:name w:val="273B70EECBA34BCDACA438397796B5BB"/>
  </w:style>
  <w:style w:type="paragraph" w:customStyle="1" w:styleId="1E99B79C633E43AAB8EC7EBB9CE12EFD">
    <w:name w:val="1E99B79C633E43AAB8EC7EBB9CE12EFD"/>
  </w:style>
  <w:style w:type="paragraph" w:customStyle="1" w:styleId="272D942BF84548A396D132144F470D61">
    <w:name w:val="272D942BF84548A396D132144F470D61"/>
  </w:style>
  <w:style w:type="paragraph" w:customStyle="1" w:styleId="875967E71A3D49678D580CC61F1EE301">
    <w:name w:val="875967E71A3D49678D580CC61F1EE3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0">
      <a:dk1>
        <a:sysClr val="windowText" lastClr="000000"/>
      </a:dk1>
      <a:lt1>
        <a:sysClr val="window" lastClr="FFFFFF"/>
      </a:lt1>
      <a:dk2>
        <a:srgbClr val="304157"/>
      </a:dk2>
      <a:lt2>
        <a:srgbClr val="E7E6E6"/>
      </a:lt2>
      <a:accent1>
        <a:srgbClr val="26BFCE"/>
      </a:accent1>
      <a:accent2>
        <a:srgbClr val="F78F2F"/>
      </a:accent2>
      <a:accent3>
        <a:srgbClr val="EF4755"/>
      </a:accent3>
      <a:accent4>
        <a:srgbClr val="FFC000"/>
      </a:accent4>
      <a:accent5>
        <a:srgbClr val="176795"/>
      </a:accent5>
      <a:accent6>
        <a:srgbClr val="4D81BF"/>
      </a:accent6>
      <a:hlink>
        <a:srgbClr val="F78F2F"/>
      </a:hlink>
      <a:folHlink>
        <a:srgbClr val="F78F2F"/>
      </a:folHlink>
    </a:clrScheme>
    <a:fontScheme name="Custom 16">
      <a:majorFont>
        <a:latin typeface="Century Gothic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Class emergency phone list.dotx</Template>
  <TotalTime>2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</dc:creator>
  <cp:keywords/>
  <dc:description/>
  <cp:lastModifiedBy>Muhammad Naveed Ahmed</cp:lastModifiedBy>
  <cp:revision>1</cp:revision>
  <dcterms:created xsi:type="dcterms:W3CDTF">2019-06-26T11:06:00Z</dcterms:created>
  <dcterms:modified xsi:type="dcterms:W3CDTF">2019-06-26T11:16:00Z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79;#Template 12;#95;#Microsoft Office Word 2007;#448;#Microsoft Office Word 2010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