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895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octors' names"/>
      </w:tblPr>
      <w:tblGrid>
        <w:gridCol w:w="10573"/>
      </w:tblGrid>
      <w:tr w:rsidR="003A6419" w:rsidTr="003A6419">
        <w:trPr>
          <w:trHeight w:val="781"/>
        </w:trPr>
        <w:tc>
          <w:tcPr>
            <w:tcW w:w="10574" w:type="dxa"/>
            <w:vAlign w:val="bottom"/>
          </w:tcPr>
          <w:p w:rsidR="003A6419" w:rsidRDefault="003A6419" w:rsidP="003A6419">
            <w:pPr>
              <w:pStyle w:val="Rightalign"/>
            </w:pPr>
          </w:p>
          <w:p w:rsidR="003A6419" w:rsidRDefault="003A6419" w:rsidP="003A6419">
            <w:r w:rsidRPr="003A6419">
              <w:rPr>
                <w:sz w:val="32"/>
              </w:rPr>
              <w:t>[AGENCY NAME]</w:t>
            </w:r>
          </w:p>
        </w:tc>
      </w:tr>
    </w:tbl>
    <w:p w:rsidR="002A5907" w:rsidRDefault="003A6419">
      <w:pPr>
        <w:pStyle w:val="NoSpacing"/>
      </w:pPr>
      <w:sdt>
        <w:sdtPr>
          <w:id w:val="-1179343876"/>
          <w:placeholder>
            <w:docPart w:val="F319160F5C4947DD8BCF1D24D2CF71D6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  <w:r>
        <w:t xml:space="preserve"> | </w:t>
      </w:r>
      <w:sdt>
        <w:sdtPr>
          <w:id w:val="-1192065121"/>
          <w:placeholder>
            <w:docPart w:val="9D4AD688E1BC442A8468849189E9435E"/>
          </w:placeholder>
          <w:temporary/>
          <w:showingPlcHdr/>
          <w15:appearance w15:val="hidden"/>
        </w:sdtPr>
        <w:sdtEndPr/>
        <w:sdtContent>
          <w:r>
            <w:t xml:space="preserve">[City, </w:t>
          </w:r>
          <w:proofErr w:type="gramStart"/>
          <w:r>
            <w:t>ST  ZIP</w:t>
          </w:r>
          <w:proofErr w:type="gramEnd"/>
          <w:r>
            <w:t xml:space="preserve"> Code]</w:t>
          </w:r>
        </w:sdtContent>
      </w:sdt>
    </w:p>
    <w:p w:rsidR="002A5907" w:rsidRDefault="003A6419">
      <w:pPr>
        <w:pStyle w:val="NoSpacing"/>
      </w:pPr>
      <w:r>
        <w:t xml:space="preserve">Phone: </w:t>
      </w:r>
      <w:sdt>
        <w:sdtPr>
          <w:id w:val="-1955704499"/>
          <w:placeholder>
            <w:docPart w:val="CAB6E635AAD148649B3B782FC1E60B35"/>
          </w:placeholder>
          <w:temporary/>
          <w:showingPlcHdr/>
          <w15:appearance w15:val="hidden"/>
        </w:sdtPr>
        <w:sdtEndPr/>
        <w:sdtContent>
          <w:r>
            <w:t>[Phone number]</w:t>
          </w:r>
        </w:sdtContent>
      </w:sdt>
      <w:r>
        <w:t xml:space="preserve"> | Fax: </w:t>
      </w:r>
      <w:sdt>
        <w:sdtPr>
          <w:id w:val="1055889350"/>
          <w:placeholder>
            <w:docPart w:val="D289F3C2CDB644A98AFB0C8ECF828E65"/>
          </w:placeholder>
          <w:temporary/>
          <w:showingPlcHdr/>
          <w15:appearance w15:val="hidden"/>
        </w:sdtPr>
        <w:sdtEndPr/>
        <w:sdtContent>
          <w:r>
            <w:t>[Fax number]</w:t>
          </w:r>
        </w:sdtContent>
      </w:sdt>
      <w:r>
        <w:t xml:space="preserve"> | </w:t>
      </w:r>
      <w:sdt>
        <w:sdtPr>
          <w:id w:val="883673533"/>
          <w:placeholder>
            <w:docPart w:val="665048592C884074AFEF49804A498793"/>
          </w:placeholder>
          <w:temporary/>
          <w:showingPlcHdr/>
          <w15:appearance w15:val="hidden"/>
        </w:sdtPr>
        <w:sdtEndPr/>
        <w:sdtContent>
          <w:r>
            <w:t>[Email]</w:t>
          </w:r>
        </w:sdtContent>
      </w:sdt>
      <w:r>
        <w:t xml:space="preserve"> | </w:t>
      </w:r>
      <w:sdt>
        <w:sdtPr>
          <w:id w:val="-955018419"/>
          <w:placeholder>
            <w:docPart w:val="E885F9F26F664BE0AE0EE72143C0C34B"/>
          </w:placeholder>
          <w:temporary/>
          <w:showingPlcHdr/>
          <w15:appearance w15:val="hidden"/>
        </w:sdtPr>
        <w:sdtEndPr/>
        <w:sdtContent>
          <w:r>
            <w:t>[Website]</w:t>
          </w:r>
        </w:sdtContent>
      </w:sdt>
    </w:p>
    <w:p w:rsidR="002A5907" w:rsidRDefault="003A6419" w:rsidP="003A6419">
      <w:pPr>
        <w:pStyle w:val="Heading1"/>
        <w:spacing w:before="360"/>
      </w:pPr>
      <w:r>
        <w:t>Authorization to Release Healthcare Information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tient information and authorization to release information"/>
      </w:tblPr>
      <w:tblGrid>
        <w:gridCol w:w="6480"/>
        <w:gridCol w:w="4320"/>
      </w:tblGrid>
      <w:tr w:rsidR="002A5907">
        <w:tc>
          <w:tcPr>
            <w:tcW w:w="6480" w:type="dxa"/>
          </w:tcPr>
          <w:p w:rsidR="002A5907" w:rsidRDefault="003A6419">
            <w:r>
              <w:t xml:space="preserve">Patient’s Name: </w:t>
            </w:r>
            <w:sdt>
              <w:sdtPr>
                <w:alias w:val="   "/>
                <w:tag w:val="   "/>
                <w:id w:val="-1423175724"/>
                <w:placeholder>
                  <w:docPart w:val="56ABE0C3500C433DB669BC6EF64F5453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[Current name]</w:t>
                </w:r>
              </w:sdtContent>
            </w:sdt>
          </w:p>
        </w:tc>
        <w:tc>
          <w:tcPr>
            <w:tcW w:w="4320" w:type="dxa"/>
          </w:tcPr>
          <w:p w:rsidR="002A5907" w:rsidRDefault="003A6419">
            <w:r>
              <w:t xml:space="preserve">Date of Birth: </w:t>
            </w:r>
            <w:sdt>
              <w:sdtPr>
                <w:id w:val="-2102092993"/>
                <w:placeholder>
                  <w:docPart w:val="8342303E043C4F719A06FD65BD23BF3A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[DOB]</w:t>
                </w:r>
              </w:sdtContent>
            </w:sdt>
          </w:p>
        </w:tc>
      </w:tr>
      <w:tr w:rsidR="002A5907">
        <w:tc>
          <w:tcPr>
            <w:tcW w:w="6480" w:type="dxa"/>
            <w:tcBorders>
              <w:bottom w:val="single" w:sz="4" w:space="0" w:color="auto"/>
            </w:tcBorders>
          </w:tcPr>
          <w:p w:rsidR="002A5907" w:rsidRDefault="003A6419">
            <w:r>
              <w:t xml:space="preserve">Previous Name: </w:t>
            </w:r>
            <w:sdt>
              <w:sdtPr>
                <w:alias w:val="   "/>
                <w:tag w:val="   "/>
                <w:id w:val="631289722"/>
                <w:placeholder>
                  <w:docPart w:val="0F274758EDC54CBF9C76E5908E658D2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[Previous name]</w:t>
                </w:r>
              </w:sdtContent>
            </w:sdt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2A5907" w:rsidRDefault="003A6419">
            <w:r>
              <w:t xml:space="preserve">Social Security #: </w:t>
            </w:r>
            <w:sdt>
              <w:sdtPr>
                <w:alias w:val="   "/>
                <w:tag w:val="   "/>
                <w:id w:val="830403970"/>
                <w:placeholder>
                  <w:docPart w:val="EE20D0FCEC184DBDBDAF114C2D1E4B6C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[SSN]</w:t>
                </w:r>
              </w:sdtContent>
            </w:sdt>
          </w:p>
        </w:tc>
      </w:tr>
      <w:tr w:rsidR="002A5907">
        <w:tc>
          <w:tcPr>
            <w:tcW w:w="6480" w:type="dxa"/>
            <w:tcBorders>
              <w:top w:val="single" w:sz="4" w:space="0" w:color="auto"/>
              <w:bottom w:val="single" w:sz="4" w:space="0" w:color="auto"/>
            </w:tcBorders>
          </w:tcPr>
          <w:p w:rsidR="002A5907" w:rsidRDefault="003A6419">
            <w:r>
              <w:t xml:space="preserve">I request and authorize </w:t>
            </w:r>
            <w:sdt>
              <w:sdtPr>
                <w:alias w:val="   "/>
                <w:tag w:val="   "/>
                <w:id w:val="-150834811"/>
                <w:placeholder>
                  <w:docPart w:val="00B54DAF2D654B2E9AAC9E8F62C63767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[Authorized individual]</w:t>
                </w:r>
              </w:sdtContent>
            </w:sdt>
            <w:r>
              <w:t xml:space="preserve"> to release healthcare information of the patient named above to:</w:t>
            </w:r>
          </w:p>
        </w:tc>
        <w:tc>
          <w:tcPr>
            <w:tcW w:w="4320" w:type="dxa"/>
            <w:tcBorders>
              <w:top w:val="single" w:sz="4" w:space="0" w:color="auto"/>
              <w:bottom w:val="single" w:sz="4" w:space="0" w:color="auto"/>
            </w:tcBorders>
          </w:tcPr>
          <w:p w:rsidR="002A5907" w:rsidRDefault="003A6419">
            <w:sdt>
              <w:sdtPr>
                <w:alias w:val="   "/>
                <w:tag w:val="   "/>
                <w:id w:val="1601605780"/>
                <w:placeholder>
                  <w:docPart w:val="AAA683B846DB44809A57CD5DC2420B47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[Name]</w:t>
                </w:r>
              </w:sdtContent>
            </w:sdt>
            <w:r>
              <w:br/>
            </w:r>
            <w:sdt>
              <w:sdtPr>
                <w:id w:val="-574666143"/>
                <w:placeholder>
                  <w:docPart w:val="F319160F5C4947DD8BCF1D24D2CF71D6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[Street address]</w:t>
                </w:r>
              </w:sdtContent>
            </w:sdt>
            <w:r>
              <w:br/>
            </w:r>
            <w:sdt>
              <w:sdtPr>
                <w:id w:val="-1359505093"/>
                <w:placeholder>
                  <w:docPart w:val="9D4AD688E1BC442A8468849189E9435E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[City, ST  ZIP Code]</w:t>
                </w:r>
              </w:sdtContent>
            </w:sdt>
          </w:p>
        </w:tc>
      </w:tr>
    </w:tbl>
    <w:p w:rsidR="002A5907" w:rsidRDefault="003A6419">
      <w:r>
        <w:t>This request and authorization applies to:</w:t>
      </w:r>
    </w:p>
    <w:p w:rsidR="002A5907" w:rsidRDefault="003A6419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411.75pt;height:20.25pt" o:ole="">
            <v:imagedata r:id="rId6" o:title=""/>
          </v:shape>
          <w:control r:id="rId7" w:name="OptionButton131" w:shapeid="_x0000_i1046"/>
        </w:object>
      </w:r>
    </w:p>
    <w:p w:rsidR="002A5907" w:rsidRDefault="003A6419">
      <w:sdt>
        <w:sdtPr>
          <w:alias w:val="   "/>
          <w:tag w:val="   "/>
          <w:id w:val="-1603331848"/>
          <w:placeholder>
            <w:docPart w:val="BC33BC25106A4AF3AEEE69B1FAD1D139"/>
          </w:placeholder>
          <w:temporary/>
          <w:showingPlcHdr/>
          <w15:appearance w15:val="hidden"/>
        </w:sdtPr>
        <w:sdtEndPr/>
        <w:sdtContent>
          <w:r>
            <w:t>[List here]</w:t>
          </w:r>
        </w:sdtContent>
      </w:sdt>
    </w:p>
    <w:p w:rsidR="002A5907" w:rsidRDefault="003A6419">
      <w:r>
        <w:object w:dxaOrig="1440" w:dyaOrig="1440">
          <v:shape id="_x0000_i1047" type="#_x0000_t75" style="width:174pt;height:21pt" o:ole="">
            <v:imagedata r:id="rId8" o:title=""/>
          </v:shape>
          <w:control r:id="rId9" w:name="OptionButton111" w:shapeid="_x0000_i1047"/>
        </w:object>
      </w:r>
      <w:r>
        <w:object w:dxaOrig="1440" w:dyaOrig="1440">
          <v:shape id="_x0000_i1048" type="#_x0000_t75" style="width:130.5pt;height:21pt" o:ole="">
            <v:imagedata r:id="rId10" o:title=""/>
          </v:shape>
          <w:control r:id="rId11" w:name="OptionButton121" w:shapeid="_x0000_i1048"/>
        </w:object>
      </w:r>
    </w:p>
    <w:p w:rsidR="002A5907" w:rsidRDefault="003A6419">
      <w:sdt>
        <w:sdtPr>
          <w:alias w:val="   "/>
          <w:tag w:val="   "/>
          <w:id w:val="706917130"/>
          <w:placeholder>
            <w:docPart w:val="BC33BC25106A4AF3AEEE69B1FAD1D139"/>
          </w:placeholder>
          <w:temporary/>
          <w:showingPlcHdr/>
          <w15:appearance w15:val="hidden"/>
        </w:sdtPr>
        <w:sdtEndPr/>
        <w:sdtContent>
          <w:r>
            <w:t>[List here]</w:t>
          </w:r>
        </w:sdtContent>
      </w:sdt>
    </w:p>
    <w:p w:rsidR="002A5907" w:rsidRDefault="003A6419">
      <w:sdt>
        <w:sdtPr>
          <w:alias w:val="   "/>
          <w:tag w:val="   "/>
          <w:id w:val="701449381"/>
          <w:placeholder>
            <w:docPart w:val="685CE2C0FF18466DA197062C32890F9C"/>
          </w:placeholder>
          <w:temporary/>
          <w:showingPlcHdr/>
          <w15:appearance w15:val="hidden"/>
        </w:sdtPr>
        <w:sdtEndPr/>
        <w:sdtContent>
          <w:r>
            <w:t>[Additional information]</w:t>
          </w:r>
        </w:sdtContent>
      </w:sdt>
    </w:p>
    <w:p w:rsidR="002A5907" w:rsidRDefault="003A6419">
      <w:pPr>
        <w:pBdr>
          <w:top w:val="single" w:sz="4" w:space="1" w:color="auto"/>
        </w:pBdr>
      </w:pPr>
      <w:r>
        <w:rPr>
          <w:rStyle w:val="Strong"/>
        </w:rPr>
        <w:t>DECLERATION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Yes/No authorizations for STD and drug and alcohol use"/>
      </w:tblPr>
      <w:tblGrid>
        <w:gridCol w:w="2052"/>
        <w:gridCol w:w="8748"/>
      </w:tblGrid>
      <w:tr w:rsidR="002A5907">
        <w:tc>
          <w:tcPr>
            <w:tcW w:w="2052" w:type="dxa"/>
          </w:tcPr>
          <w:p w:rsidR="002A5907" w:rsidRDefault="003A6419">
            <w:r>
              <w:object w:dxaOrig="1440" w:dyaOrig="1440">
                <v:shape id="_x0000_i1049" type="#_x0000_t75" style="width:41.25pt;height:21pt" o:ole="">
                  <v:imagedata r:id="rId12" o:title=""/>
                </v:shape>
                <w:control r:id="rId13" w:name="OptionButton23" w:shapeid="_x0000_i1049"/>
              </w:object>
            </w:r>
            <w:r>
              <w:object w:dxaOrig="1440" w:dyaOrig="1440">
                <v:shape id="_x0000_i1050" type="#_x0000_t75" style="width:41.25pt;height:21pt" o:ole="">
                  <v:imagedata r:id="rId14" o:title=""/>
                </v:shape>
                <w:control r:id="rId15" w:name="OptionButton212" w:shapeid="_x0000_i1050"/>
              </w:object>
            </w:r>
          </w:p>
        </w:tc>
        <w:tc>
          <w:tcPr>
            <w:tcW w:w="8748" w:type="dxa"/>
          </w:tcPr>
          <w:p w:rsidR="002A5907" w:rsidRDefault="003A6419">
            <w:r>
              <w:t>I authorize the release of my STD results, HIV/AIDS testing, whether negative or positive, to the person(s) listed above. I understand that the person(s) listed a</w:t>
            </w:r>
            <w:r>
              <w:t>bove will be notified that I must give specific written permission before disclosure of these test results to anyone.</w:t>
            </w:r>
          </w:p>
        </w:tc>
      </w:tr>
      <w:tr w:rsidR="002A5907">
        <w:tc>
          <w:tcPr>
            <w:tcW w:w="2052" w:type="dxa"/>
          </w:tcPr>
          <w:p w:rsidR="002A5907" w:rsidRDefault="003A6419">
            <w:r>
              <w:object w:dxaOrig="1440" w:dyaOrig="1440">
                <v:shape id="_x0000_i1051" type="#_x0000_t75" style="width:41.25pt;height:21pt" o:ole="">
                  <v:imagedata r:id="rId16" o:title=""/>
                </v:shape>
                <w:control r:id="rId17" w:name="OptionButton221" w:shapeid="_x0000_i1051"/>
              </w:object>
            </w:r>
            <w:r>
              <w:object w:dxaOrig="1440" w:dyaOrig="1440">
                <v:shape id="_x0000_i1052" type="#_x0000_t75" style="width:41.25pt;height:21pt" o:ole="">
                  <v:imagedata r:id="rId18" o:title=""/>
                </v:shape>
                <w:control r:id="rId19" w:name="OptionButton2111" w:shapeid="_x0000_i1052"/>
              </w:object>
            </w:r>
          </w:p>
        </w:tc>
        <w:tc>
          <w:tcPr>
            <w:tcW w:w="8748" w:type="dxa"/>
          </w:tcPr>
          <w:p w:rsidR="002A5907" w:rsidRDefault="003A6419">
            <w:r>
              <w:t>I authorize the release of an</w:t>
            </w:r>
            <w:bookmarkStart w:id="0" w:name="_GoBack"/>
            <w:bookmarkEnd w:id="0"/>
            <w:r>
              <w:t>y records regarding drug, alcohol, or mental health treatment to the person(s) listed above.</w:t>
            </w:r>
          </w:p>
          <w:p w:rsidR="003A6419" w:rsidRDefault="003A6419"/>
          <w:p w:rsidR="003A6419" w:rsidRDefault="003A6419"/>
        </w:tc>
      </w:tr>
    </w:tbl>
    <w:p w:rsidR="002A5907" w:rsidRDefault="002A5907">
      <w:pPr>
        <w:pStyle w:val="NoSpacing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980"/>
        <w:gridCol w:w="6570"/>
        <w:gridCol w:w="2250"/>
      </w:tblGrid>
      <w:tr w:rsidR="002A5907">
        <w:trPr>
          <w:trHeight w:val="666"/>
        </w:trPr>
        <w:tc>
          <w:tcPr>
            <w:tcW w:w="1980" w:type="dxa"/>
            <w:vAlign w:val="bottom"/>
          </w:tcPr>
          <w:p w:rsidR="002A5907" w:rsidRDefault="003A6419">
            <w:pPr>
              <w:pStyle w:val="NoSpacing"/>
            </w:pPr>
            <w:r>
              <w:t>Patient Si</w:t>
            </w:r>
            <w:r>
              <w:t>gnature: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bottom"/>
          </w:tcPr>
          <w:p w:rsidR="002A5907" w:rsidRDefault="002A5907">
            <w:pPr>
              <w:pStyle w:val="NoSpacing"/>
            </w:pPr>
          </w:p>
        </w:tc>
        <w:tc>
          <w:tcPr>
            <w:tcW w:w="2250" w:type="dxa"/>
            <w:vAlign w:val="bottom"/>
          </w:tcPr>
          <w:p w:rsidR="002A5907" w:rsidRDefault="003A6419">
            <w:pPr>
              <w:pStyle w:val="NoSpacing"/>
            </w:pPr>
            <w:r>
              <w:t xml:space="preserve">Date signed: </w:t>
            </w:r>
            <w:sdt>
              <w:sdtPr>
                <w:id w:val="-767700539"/>
                <w:placeholder>
                  <w:docPart w:val="1CFE85FEF81A4A1D9B06290F2FD7F775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</w:tbl>
    <w:p w:rsidR="002A5907" w:rsidRDefault="003A6419">
      <w:pPr>
        <w:pStyle w:val="Heading3"/>
      </w:pPr>
      <w:r>
        <w:t>THIS AUTHORIZATION EXPIRES NINETY DAYS AFTER IT IS SIGNED.</w:t>
      </w:r>
    </w:p>
    <w:p w:rsidR="003A6419" w:rsidRPr="003A6419" w:rsidRDefault="003A6419" w:rsidP="003A6419">
      <w:pPr>
        <w:jc w:val="center"/>
      </w:pPr>
      <w:r>
        <w:t>bestmedicalforms.com</w:t>
      </w:r>
    </w:p>
    <w:sectPr w:rsidR="003A6419" w:rsidRPr="003A6419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19"/>
    <w:rsid w:val="002A5907"/>
    <w:rsid w:val="003A6419"/>
    <w:rsid w:val="00AE2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1D5557"/>
  <w15:chartTrackingRefBased/>
  <w15:docId w15:val="{FD9C0A4B-C975-4DC6-81E3-3BBF2BE5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20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tabs>
        <w:tab w:val="right" w:leader="underscore" w:pos="10800"/>
      </w:tabs>
      <w:spacing w:before="360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360"/>
      <w:jc w:val="center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basedOn w:val="Normal"/>
    <w:uiPriority w:val="1"/>
    <w:qFormat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</w:rPr>
  </w:style>
  <w:style w:type="paragraph" w:customStyle="1" w:styleId="Rightalign">
    <w:name w:val="Right align"/>
    <w:basedOn w:val="Normal"/>
    <w:uiPriority w:val="1"/>
    <w:qFormat/>
    <w:pPr>
      <w:spacing w:before="0" w:after="0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" Type="http://schemas.openxmlformats.org/officeDocument/2006/relationships/customXml" Target="../customXml/item2.xml"/><Relationship Id="rId16" Type="http://schemas.openxmlformats.org/officeDocument/2006/relationships/image" Target="media/image6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uthorization%20to%20release%20healthcare%20information%20(online)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319160F5C4947DD8BCF1D24D2CF7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0F49A-282B-4AA1-8791-FCE1DC08E617}"/>
      </w:docPartPr>
      <w:docPartBody>
        <w:p w:rsidR="00000000" w:rsidRDefault="00FA383D">
          <w:pPr>
            <w:pStyle w:val="F319160F5C4947DD8BCF1D24D2CF71D6"/>
          </w:pPr>
          <w:r>
            <w:t>[Street address]</w:t>
          </w:r>
        </w:p>
      </w:docPartBody>
    </w:docPart>
    <w:docPart>
      <w:docPartPr>
        <w:name w:val="9D4AD688E1BC442A8468849189E94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4E4686-6417-4EE5-A4B8-1A002EA4B89B}"/>
      </w:docPartPr>
      <w:docPartBody>
        <w:p w:rsidR="00000000" w:rsidRDefault="00FA383D">
          <w:pPr>
            <w:pStyle w:val="9D4AD688E1BC442A8468849189E9435E"/>
          </w:pPr>
          <w:r>
            <w:t>[City, ST  ZIP Code]</w:t>
          </w:r>
        </w:p>
      </w:docPartBody>
    </w:docPart>
    <w:docPart>
      <w:docPartPr>
        <w:name w:val="CAB6E635AAD148649B3B782FC1E60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CD9CD-1FF6-4575-B99B-A35A45976A90}"/>
      </w:docPartPr>
      <w:docPartBody>
        <w:p w:rsidR="00000000" w:rsidRDefault="00FA383D">
          <w:pPr>
            <w:pStyle w:val="CAB6E635AAD148649B3B782FC1E60B35"/>
          </w:pPr>
          <w:r>
            <w:t>[Phone number]</w:t>
          </w:r>
        </w:p>
      </w:docPartBody>
    </w:docPart>
    <w:docPart>
      <w:docPartPr>
        <w:name w:val="D289F3C2CDB644A98AFB0C8ECF828E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C66F74-233E-4199-A2B1-96DE7B525933}"/>
      </w:docPartPr>
      <w:docPartBody>
        <w:p w:rsidR="00000000" w:rsidRDefault="00FA383D">
          <w:pPr>
            <w:pStyle w:val="D289F3C2CDB644A98AFB0C8ECF828E65"/>
          </w:pPr>
          <w:r>
            <w:t>[Fax number]</w:t>
          </w:r>
        </w:p>
      </w:docPartBody>
    </w:docPart>
    <w:docPart>
      <w:docPartPr>
        <w:name w:val="665048592C884074AFEF49804A4987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D205EB-177B-4E27-8A31-D3832F3E0963}"/>
      </w:docPartPr>
      <w:docPartBody>
        <w:p w:rsidR="00000000" w:rsidRDefault="00FA383D">
          <w:pPr>
            <w:pStyle w:val="665048592C884074AFEF49804A498793"/>
          </w:pPr>
          <w:r>
            <w:t>[Email]</w:t>
          </w:r>
        </w:p>
      </w:docPartBody>
    </w:docPart>
    <w:docPart>
      <w:docPartPr>
        <w:name w:val="E885F9F26F664BE0AE0EE72143C0C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A5F436-391A-4009-8CE8-DE426AA9F88E}"/>
      </w:docPartPr>
      <w:docPartBody>
        <w:p w:rsidR="00000000" w:rsidRDefault="00FA383D">
          <w:pPr>
            <w:pStyle w:val="E885F9F26F664BE0AE0EE72143C0C34B"/>
          </w:pPr>
          <w:r>
            <w:t>[Website]</w:t>
          </w:r>
        </w:p>
      </w:docPartBody>
    </w:docPart>
    <w:docPart>
      <w:docPartPr>
        <w:name w:val="56ABE0C3500C433DB669BC6EF64F54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61615-1642-4547-9AD4-F77BDBA6C8B2}"/>
      </w:docPartPr>
      <w:docPartBody>
        <w:p w:rsidR="00000000" w:rsidRDefault="00FA383D">
          <w:pPr>
            <w:pStyle w:val="56ABE0C3500C433DB669BC6EF64F5453"/>
          </w:pPr>
          <w:r>
            <w:t>[Current name]</w:t>
          </w:r>
        </w:p>
      </w:docPartBody>
    </w:docPart>
    <w:docPart>
      <w:docPartPr>
        <w:name w:val="8342303E043C4F719A06FD65BD23B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D1BB69-44A5-4E0D-A083-4D3F97E2D0CD}"/>
      </w:docPartPr>
      <w:docPartBody>
        <w:p w:rsidR="00000000" w:rsidRDefault="00FA383D">
          <w:pPr>
            <w:pStyle w:val="8342303E043C4F719A06FD65BD23BF3A"/>
          </w:pPr>
          <w:r>
            <w:t>[DOB]</w:t>
          </w:r>
        </w:p>
      </w:docPartBody>
    </w:docPart>
    <w:docPart>
      <w:docPartPr>
        <w:name w:val="0F274758EDC54CBF9C76E5908E658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A9E07-C0C0-415D-9C7E-77CE99A1592B}"/>
      </w:docPartPr>
      <w:docPartBody>
        <w:p w:rsidR="00000000" w:rsidRDefault="00FA383D">
          <w:pPr>
            <w:pStyle w:val="0F274758EDC54CBF9C76E5908E658D2C"/>
          </w:pPr>
          <w:r>
            <w:t>[Previous name]</w:t>
          </w:r>
        </w:p>
      </w:docPartBody>
    </w:docPart>
    <w:docPart>
      <w:docPartPr>
        <w:name w:val="EE20D0FCEC184DBDBDAF114C2D1E4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0FFCFD-7131-40A9-A2D2-F58E48749095}"/>
      </w:docPartPr>
      <w:docPartBody>
        <w:p w:rsidR="00000000" w:rsidRDefault="00FA383D">
          <w:pPr>
            <w:pStyle w:val="EE20D0FCEC184DBDBDAF114C2D1E4B6C"/>
          </w:pPr>
          <w:r>
            <w:t>[SSN]</w:t>
          </w:r>
        </w:p>
      </w:docPartBody>
    </w:docPart>
    <w:docPart>
      <w:docPartPr>
        <w:name w:val="00B54DAF2D654B2E9AAC9E8F62C63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54774-7B26-4E0C-A362-A7BF10D07691}"/>
      </w:docPartPr>
      <w:docPartBody>
        <w:p w:rsidR="00000000" w:rsidRDefault="00FA383D">
          <w:pPr>
            <w:pStyle w:val="00B54DAF2D654B2E9AAC9E8F62C63767"/>
          </w:pPr>
          <w:r>
            <w:t>[Authorized individual]</w:t>
          </w:r>
        </w:p>
      </w:docPartBody>
    </w:docPart>
    <w:docPart>
      <w:docPartPr>
        <w:name w:val="AAA683B846DB44809A57CD5DC2420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6BEDD5-EFF6-46EF-B540-6D808649D5A7}"/>
      </w:docPartPr>
      <w:docPartBody>
        <w:p w:rsidR="00000000" w:rsidRDefault="00FA383D">
          <w:pPr>
            <w:pStyle w:val="AAA683B846DB44809A57CD5DC2420B47"/>
          </w:pPr>
          <w:r>
            <w:t>[Name]</w:t>
          </w:r>
        </w:p>
      </w:docPartBody>
    </w:docPart>
    <w:docPart>
      <w:docPartPr>
        <w:name w:val="BC33BC25106A4AF3AEEE69B1FAD1D1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4C2B5-A2B9-4D76-BFA2-395304F901A6}"/>
      </w:docPartPr>
      <w:docPartBody>
        <w:p w:rsidR="00000000" w:rsidRDefault="00FA383D">
          <w:pPr>
            <w:pStyle w:val="BC33BC25106A4AF3AEEE69B1FAD1D139"/>
          </w:pPr>
          <w:r>
            <w:t>[List here]</w:t>
          </w:r>
        </w:p>
      </w:docPartBody>
    </w:docPart>
    <w:docPart>
      <w:docPartPr>
        <w:name w:val="685CE2C0FF18466DA197062C32890F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60BF8-2F90-4334-898D-0717E12BF208}"/>
      </w:docPartPr>
      <w:docPartBody>
        <w:p w:rsidR="00000000" w:rsidRDefault="00FA383D">
          <w:pPr>
            <w:pStyle w:val="685CE2C0FF18466DA197062C32890F9C"/>
          </w:pPr>
          <w:r>
            <w:t>[Additional information]</w:t>
          </w:r>
        </w:p>
      </w:docPartBody>
    </w:docPart>
    <w:docPart>
      <w:docPartPr>
        <w:name w:val="1CFE85FEF81A4A1D9B06290F2FD7F7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59653-362C-4210-ADC6-516663E69020}"/>
      </w:docPartPr>
      <w:docPartBody>
        <w:p w:rsidR="00000000" w:rsidRDefault="00FA383D">
          <w:pPr>
            <w:pStyle w:val="1CFE85FEF81A4A1D9B06290F2FD7F775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83D"/>
    <w:rsid w:val="00FA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73B3E0302BF4024956D1EA1EE379ED1">
    <w:name w:val="C73B3E0302BF4024956D1EA1EE379ED1"/>
  </w:style>
  <w:style w:type="paragraph" w:customStyle="1" w:styleId="F319160F5C4947DD8BCF1D24D2CF71D6">
    <w:name w:val="F319160F5C4947DD8BCF1D24D2CF71D6"/>
  </w:style>
  <w:style w:type="paragraph" w:customStyle="1" w:styleId="9D4AD688E1BC442A8468849189E9435E">
    <w:name w:val="9D4AD688E1BC442A8468849189E9435E"/>
  </w:style>
  <w:style w:type="paragraph" w:customStyle="1" w:styleId="CAB6E635AAD148649B3B782FC1E60B35">
    <w:name w:val="CAB6E635AAD148649B3B782FC1E60B35"/>
  </w:style>
  <w:style w:type="paragraph" w:customStyle="1" w:styleId="D289F3C2CDB644A98AFB0C8ECF828E65">
    <w:name w:val="D289F3C2CDB644A98AFB0C8ECF828E65"/>
  </w:style>
  <w:style w:type="paragraph" w:customStyle="1" w:styleId="665048592C884074AFEF49804A498793">
    <w:name w:val="665048592C884074AFEF49804A498793"/>
  </w:style>
  <w:style w:type="paragraph" w:customStyle="1" w:styleId="E885F9F26F664BE0AE0EE72143C0C34B">
    <w:name w:val="E885F9F26F664BE0AE0EE72143C0C34B"/>
  </w:style>
  <w:style w:type="paragraph" w:customStyle="1" w:styleId="56ABE0C3500C433DB669BC6EF64F5453">
    <w:name w:val="56ABE0C3500C433DB669BC6EF64F5453"/>
  </w:style>
  <w:style w:type="paragraph" w:customStyle="1" w:styleId="8342303E043C4F719A06FD65BD23BF3A">
    <w:name w:val="8342303E043C4F719A06FD65BD23BF3A"/>
  </w:style>
  <w:style w:type="paragraph" w:customStyle="1" w:styleId="0F274758EDC54CBF9C76E5908E658D2C">
    <w:name w:val="0F274758EDC54CBF9C76E5908E658D2C"/>
  </w:style>
  <w:style w:type="paragraph" w:customStyle="1" w:styleId="EE20D0FCEC184DBDBDAF114C2D1E4B6C">
    <w:name w:val="EE20D0FCEC184DBDBDAF114C2D1E4B6C"/>
  </w:style>
  <w:style w:type="paragraph" w:customStyle="1" w:styleId="00B54DAF2D654B2E9AAC9E8F62C63767">
    <w:name w:val="00B54DAF2D654B2E9AAC9E8F62C63767"/>
  </w:style>
  <w:style w:type="paragraph" w:customStyle="1" w:styleId="AAA683B846DB44809A57CD5DC2420B47">
    <w:name w:val="AAA683B846DB44809A57CD5DC2420B47"/>
  </w:style>
  <w:style w:type="paragraph" w:customStyle="1" w:styleId="BC33BC25106A4AF3AEEE69B1FAD1D139">
    <w:name w:val="BC33BC25106A4AF3AEEE69B1FAD1D139"/>
  </w:style>
  <w:style w:type="paragraph" w:customStyle="1" w:styleId="685CE2C0FF18466DA197062C32890F9C">
    <w:name w:val="685CE2C0FF18466DA197062C32890F9C"/>
  </w:style>
  <w:style w:type="paragraph" w:customStyle="1" w:styleId="1CFE85FEF81A4A1D9B06290F2FD7F775">
    <w:name w:val="1CFE85FEF81A4A1D9B06290F2FD7F775"/>
  </w:style>
  <w:style w:type="paragraph" w:customStyle="1" w:styleId="3ED9A343AF02422699B17C13079814A0">
    <w:name w:val="3ED9A343AF02422699B17C13079814A0"/>
    <w:rsid w:val="00FA3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EDA33-69C1-47B9-82C1-1A1811A2F9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0B666-82B7-423A-A437-6E982BE2A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Authorization to release healthcare information (online).dotx</Template>
  <TotalTime>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Authorization to Release Healthcare Information</vt:lpstr>
      <vt:lpstr>        THIS AUTHORIZATION EXPIRES NINETY DAYS AFTER IT IS SIGNED.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2018-04-11T10:26:00Z</dcterms:created>
  <dcterms:modified xsi:type="dcterms:W3CDTF">2018-04-11T10:31:00Z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TC039736599991</vt:lpwstr>
  </property>
</Properties>
</file>